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57E2A" w:rsidRPr="00730439" w:rsidRDefault="00557E2A" w:rsidP="00557E2A">
      <w:pPr>
        <w:jc w:val="center"/>
        <w:rPr>
          <w:rFonts w:ascii="黑体" w:eastAsia="黑体" w:hAnsi="黑体"/>
          <w:b/>
          <w:sz w:val="30"/>
          <w:szCs w:val="30"/>
        </w:rPr>
      </w:pPr>
      <w:r w:rsidRPr="00730439">
        <w:rPr>
          <w:rFonts w:ascii="黑体" w:eastAsia="黑体" w:hAnsi="黑体" w:hint="eastAsia"/>
          <w:sz w:val="30"/>
          <w:szCs w:val="30"/>
        </w:rPr>
        <w:t>一</w:t>
      </w:r>
      <w:r w:rsidRPr="00730439">
        <w:rPr>
          <w:rFonts w:ascii="黑体" w:eastAsia="黑体" w:hAnsi="黑体" w:hint="eastAsia"/>
          <w:b/>
          <w:sz w:val="30"/>
          <w:szCs w:val="30"/>
        </w:rPr>
        <w:t>汽</w:t>
      </w:r>
      <w:r w:rsidRPr="00730439">
        <w:rPr>
          <w:rFonts w:ascii="黑体" w:eastAsia="黑体" w:hAnsi="黑体"/>
          <w:b/>
          <w:sz w:val="30"/>
          <w:szCs w:val="30"/>
        </w:rPr>
        <w:t>-</w:t>
      </w:r>
      <w:r w:rsidRPr="00730439">
        <w:rPr>
          <w:rFonts w:ascii="黑体" w:eastAsia="黑体" w:hAnsi="黑体" w:hint="eastAsia"/>
          <w:b/>
          <w:sz w:val="30"/>
          <w:szCs w:val="30"/>
        </w:rPr>
        <w:t>大众汽车有限公司</w:t>
      </w:r>
      <w:r w:rsidRPr="00730439">
        <w:rPr>
          <w:rFonts w:ascii="黑体" w:eastAsia="黑体" w:hAnsi="黑体"/>
          <w:b/>
          <w:sz w:val="30"/>
          <w:szCs w:val="30"/>
        </w:rPr>
        <w:t>201</w:t>
      </w:r>
      <w:r w:rsidR="00AA355B">
        <w:rPr>
          <w:rFonts w:ascii="黑体" w:eastAsia="黑体" w:hAnsi="黑体" w:hint="eastAsia"/>
          <w:b/>
          <w:sz w:val="30"/>
          <w:szCs w:val="30"/>
        </w:rPr>
        <w:t>6</w:t>
      </w:r>
      <w:r w:rsidR="00944A42">
        <w:rPr>
          <w:rFonts w:ascii="黑体" w:eastAsia="黑体" w:hAnsi="黑体" w:hint="eastAsia"/>
          <w:b/>
          <w:sz w:val="30"/>
          <w:szCs w:val="30"/>
        </w:rPr>
        <w:t>校园招聘</w:t>
      </w:r>
      <w:r w:rsidRPr="00730439">
        <w:rPr>
          <w:rFonts w:ascii="黑体" w:eastAsia="黑体" w:hAnsi="黑体" w:hint="eastAsia"/>
          <w:b/>
          <w:sz w:val="30"/>
          <w:szCs w:val="30"/>
        </w:rPr>
        <w:t>公告</w:t>
      </w:r>
    </w:p>
    <w:p w:rsidR="00557E2A" w:rsidRPr="00730439" w:rsidRDefault="00557E2A" w:rsidP="00557E2A">
      <w:pPr>
        <w:rPr>
          <w:rFonts w:ascii="黑体" w:eastAsia="黑体" w:hAnsi="黑体"/>
          <w:szCs w:val="21"/>
        </w:rPr>
      </w:pPr>
    </w:p>
    <w:p w:rsidR="00557E2A" w:rsidRPr="00730439" w:rsidRDefault="00557E2A" w:rsidP="00557E2A">
      <w:pPr>
        <w:rPr>
          <w:rFonts w:ascii="黑体" w:eastAsia="黑体" w:hAnsi="黑体"/>
          <w:szCs w:val="21"/>
        </w:rPr>
      </w:pPr>
      <w:r w:rsidRPr="00730439">
        <w:rPr>
          <w:rFonts w:ascii="黑体" w:eastAsia="黑体" w:hAnsi="黑体" w:hint="eastAsia"/>
          <w:szCs w:val="21"/>
        </w:rPr>
        <w:t>亲爱的</w:t>
      </w:r>
      <w:r>
        <w:rPr>
          <w:rFonts w:ascii="黑体" w:eastAsia="黑体" w:hAnsi="黑体"/>
          <w:szCs w:val="21"/>
        </w:rPr>
        <w:t>201</w:t>
      </w:r>
      <w:r w:rsidR="00AA355B">
        <w:rPr>
          <w:rFonts w:ascii="黑体" w:eastAsia="黑体" w:hAnsi="黑体" w:hint="eastAsia"/>
          <w:szCs w:val="21"/>
        </w:rPr>
        <w:t>6</w:t>
      </w:r>
      <w:r w:rsidRPr="00730439">
        <w:rPr>
          <w:rFonts w:ascii="黑体" w:eastAsia="黑体" w:hAnsi="黑体" w:hint="eastAsia"/>
          <w:szCs w:val="21"/>
        </w:rPr>
        <w:t>届毕业生：</w:t>
      </w:r>
    </w:p>
    <w:p w:rsidR="00557E2A" w:rsidRPr="00730439" w:rsidRDefault="00557E2A" w:rsidP="00557E2A">
      <w:pPr>
        <w:ind w:firstLineChars="200" w:firstLine="420"/>
        <w:rPr>
          <w:rFonts w:ascii="黑体" w:eastAsia="黑体" w:hAnsi="黑体"/>
          <w:szCs w:val="21"/>
        </w:rPr>
      </w:pPr>
      <w:r w:rsidRPr="00730439">
        <w:rPr>
          <w:rFonts w:ascii="黑体" w:eastAsia="黑体" w:hAnsi="黑体" w:hint="eastAsia"/>
          <w:szCs w:val="21"/>
        </w:rPr>
        <w:t>您好！</w:t>
      </w:r>
    </w:p>
    <w:p w:rsidR="00557E2A" w:rsidRPr="00AA355B" w:rsidRDefault="00557E2A" w:rsidP="00557E2A">
      <w:pPr>
        <w:ind w:firstLineChars="200" w:firstLine="420"/>
        <w:rPr>
          <w:rFonts w:ascii="黑体" w:eastAsia="黑体" w:hAnsi="黑体"/>
          <w:szCs w:val="21"/>
        </w:rPr>
      </w:pPr>
    </w:p>
    <w:p w:rsidR="00557E2A" w:rsidRPr="00730439" w:rsidRDefault="00557E2A" w:rsidP="00557E2A">
      <w:pPr>
        <w:ind w:firstLineChars="200" w:firstLine="420"/>
        <w:rPr>
          <w:rFonts w:ascii="黑体" w:eastAsia="黑体" w:hAnsi="黑体"/>
          <w:szCs w:val="21"/>
        </w:rPr>
      </w:pPr>
      <w:r w:rsidRPr="00730439">
        <w:rPr>
          <w:rFonts w:ascii="黑体" w:eastAsia="黑体" w:hAnsi="黑体" w:hint="eastAsia"/>
          <w:szCs w:val="21"/>
        </w:rPr>
        <w:t>感谢您关注一汽</w:t>
      </w:r>
      <w:r w:rsidRPr="00730439">
        <w:rPr>
          <w:rFonts w:ascii="黑体" w:eastAsia="黑体" w:hAnsi="黑体"/>
          <w:szCs w:val="21"/>
        </w:rPr>
        <w:t>-</w:t>
      </w:r>
      <w:r w:rsidRPr="00730439">
        <w:rPr>
          <w:rFonts w:ascii="黑体" w:eastAsia="黑体" w:hAnsi="黑体" w:hint="eastAsia"/>
          <w:szCs w:val="21"/>
        </w:rPr>
        <w:t>大众</w:t>
      </w:r>
      <w:r>
        <w:rPr>
          <w:rFonts w:ascii="黑体" w:eastAsia="黑体" w:hAnsi="黑体"/>
          <w:szCs w:val="21"/>
        </w:rPr>
        <w:t>201</w:t>
      </w:r>
      <w:r w:rsidR="00AA355B">
        <w:rPr>
          <w:rFonts w:ascii="黑体" w:eastAsia="黑体" w:hAnsi="黑体" w:hint="eastAsia"/>
          <w:szCs w:val="21"/>
        </w:rPr>
        <w:t>6</w:t>
      </w:r>
      <w:r w:rsidRPr="00730439">
        <w:rPr>
          <w:rFonts w:ascii="黑体" w:eastAsia="黑体" w:hAnsi="黑体" w:hint="eastAsia"/>
          <w:szCs w:val="21"/>
        </w:rPr>
        <w:t>校园招聘！</w:t>
      </w:r>
    </w:p>
    <w:p w:rsidR="00557E2A" w:rsidRPr="00730439" w:rsidRDefault="00557E2A" w:rsidP="00557E2A">
      <w:pPr>
        <w:ind w:firstLineChars="200" w:firstLine="420"/>
        <w:rPr>
          <w:rFonts w:ascii="黑体" w:eastAsia="黑体" w:hAnsi="黑体"/>
          <w:szCs w:val="21"/>
        </w:rPr>
      </w:pPr>
    </w:p>
    <w:p w:rsidR="00AA355B" w:rsidRPr="00AA355B" w:rsidRDefault="00AA355B" w:rsidP="00AA355B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  <w:r w:rsidRPr="00AA355B">
        <w:rPr>
          <w:rFonts w:ascii="黑体" w:eastAsia="黑体" w:hAnsi="黑体" w:hint="eastAsia"/>
          <w:szCs w:val="21"/>
        </w:rPr>
        <w:t>一汽-大众汽车有限公司（以下简称一汽-大众）于1991年2月6日成立，是由中国第一汽车股份有限公司、德国大众汽车股份公司、奥迪汽车股份公司和大众汽车（中国）投资有限公司合资经营的大型乘用车生产企业，是我国第一个按经济规模起步建设的现代化乘用车生产企业。</w:t>
      </w:r>
    </w:p>
    <w:p w:rsidR="00AA355B" w:rsidRPr="00AA355B" w:rsidRDefault="00AA355B" w:rsidP="00AA355B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  <w:r w:rsidRPr="00AA355B">
        <w:rPr>
          <w:rFonts w:ascii="黑体" w:eastAsia="黑体" w:hAnsi="黑体" w:hint="eastAsia"/>
          <w:szCs w:val="21"/>
        </w:rPr>
        <w:t>经过二十四年的发展，一汽-大众在东北长春、西南成都和华南佛山建有三大基地，拥有轿车一厂、轿车二厂、轿车三厂、轿车四厂、发动机传动器厂、成都发动机厂以及冲压中心等七大专业生产厂。佛山二期、青岛和天津工厂将陆续建设投产，未来公司的产能将会超过300万辆。</w:t>
      </w:r>
    </w:p>
    <w:p w:rsidR="00AA355B" w:rsidRPr="00AA355B" w:rsidRDefault="00AA355B" w:rsidP="00AA355B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  <w:r w:rsidRPr="00AA355B">
        <w:rPr>
          <w:rFonts w:ascii="黑体" w:eastAsia="黑体" w:hAnsi="黑体" w:hint="eastAsia"/>
          <w:szCs w:val="21"/>
        </w:rPr>
        <w:t>从建厂当初的一个品牌一款产品，发展到现在的奥迪、大众两大品牌12大系列产品——奥迪A6L、奥迪Q5、奥迪A4L、奥迪Q3、奥迪A3 Sportback、奥迪A3 Limousine、迈腾、CC、速腾、宝来、高尔夫和捷达轿车，每款产品无论是性能还是销量都是其细分市场里的主导产品。一汽-大众已成为国内成熟的A、B、C全系列乘用车生产企业。</w:t>
      </w:r>
    </w:p>
    <w:p w:rsidR="00AA355B" w:rsidRPr="00AA355B" w:rsidRDefault="00AA355B" w:rsidP="00AA355B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  <w:r w:rsidRPr="00AA355B">
        <w:rPr>
          <w:rFonts w:ascii="黑体" w:eastAsia="黑体" w:hAnsi="黑体" w:hint="eastAsia"/>
          <w:szCs w:val="21"/>
        </w:rPr>
        <w:t>一汽-大众始终坚持成为“中国最优秀的汽车合资企业和员工眼中最具吸引力的公司”，通过实施国内大学生招聘、海外招聘和社会招聘，在技术和管理领域形成人才梯队和人才储备，尊重员工的个人发展意愿，保持员工能力和价值的不断提升，在企业内外树立了良好的雇主品牌形象，并得到了专业机构和社会公众的广泛认同，公司连续六年荣膺Top Employers Institute认证的“中国杰出雇主”称号，连续四年在“中国大学生最佳雇主”评选中名列汽车行业第一。</w:t>
      </w:r>
    </w:p>
    <w:p w:rsidR="00AA355B" w:rsidRPr="00AA355B" w:rsidRDefault="00AA355B" w:rsidP="00AA355B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  <w:r w:rsidRPr="00AA355B">
        <w:rPr>
          <w:rFonts w:ascii="黑体" w:eastAsia="黑体" w:hAnsi="黑体" w:hint="eastAsia"/>
          <w:szCs w:val="21"/>
        </w:rPr>
        <w:t>作为国内最优秀的汽车合资企业，一汽-大众一直积极践行着“造价值经典汽车，促人、车、社会和谐”的企业使命。在实现企业自身良好经济效益的同时，积极履行社会责任。一方面，一汽-大众持续向消费者提供质量可靠的产品同时，也为地方经济发展和汽车市场繁荣贡献着自己的力量。另一方面，始终坚持环保和绿色理念，关注支持公益事业，积极倡导交通安全，并率先垂范，得到了用户的青睐、行业的拥戴和社会的认可。与此同时，企业品牌、产品品牌连年获得了政府、行业、媒体的诸多褒奖。</w:t>
      </w:r>
    </w:p>
    <w:p w:rsidR="00AA355B" w:rsidRPr="00AA355B" w:rsidRDefault="00AA355B" w:rsidP="00AA355B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  <w:r w:rsidRPr="00AA355B">
        <w:rPr>
          <w:rFonts w:ascii="黑体" w:eastAsia="黑体" w:hAnsi="黑体" w:hint="eastAsia"/>
          <w:szCs w:val="21"/>
        </w:rPr>
        <w:t>2014年，一汽-大众产销再度实现新突破，经营业绩再创新高，共生产整车1,807,777辆，同比增长17.5%；实现销售1,780,888辆，同比增长17.7%。2014年12月2日，公司累计生产第1,000万辆整车下线，有1,000</w:t>
      </w:r>
      <w:r w:rsidRPr="00AA355B">
        <w:rPr>
          <w:rFonts w:ascii="黑体" w:eastAsia="黑体" w:hAnsi="黑体" w:hint="eastAsia"/>
          <w:szCs w:val="21"/>
        </w:rPr>
        <w:lastRenderedPageBreak/>
        <w:t>万个客户选择了一汽-大众，累计向国家缴纳各种税金超过3,000亿元。</w:t>
      </w:r>
    </w:p>
    <w:p w:rsidR="009B2BCC" w:rsidRDefault="00AA355B" w:rsidP="00936079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  <w:r w:rsidRPr="00AA355B">
        <w:rPr>
          <w:rFonts w:ascii="黑体" w:eastAsia="黑体" w:hAnsi="黑体" w:hint="eastAsia"/>
          <w:szCs w:val="21"/>
        </w:rPr>
        <w:t>一汽-大众为长远发展制定了清晰的方向——“2020战略”，在公司未来的宏伟蓝图中，公司追求可持续发展的理念，在市场地位、盈利能力、用户满意度提升、社会责任四个方面均衡发展。在双方股东的大力支持下，一汽-大众正以稳健的步伐在可持续发展的道路上阔步前行。</w:t>
      </w:r>
    </w:p>
    <w:p w:rsidR="00EE6D9A" w:rsidRDefault="00EE6D9A" w:rsidP="005912DD">
      <w:pPr>
        <w:ind w:firstLineChars="200" w:firstLine="420"/>
        <w:rPr>
          <w:rFonts w:ascii="黑体" w:eastAsia="黑体" w:hAnsi="黑体"/>
          <w:szCs w:val="21"/>
        </w:rPr>
      </w:pPr>
    </w:p>
    <w:p w:rsidR="005912DD" w:rsidRDefault="005912DD" w:rsidP="005912DD">
      <w:pPr>
        <w:ind w:firstLineChars="200" w:firstLine="42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一汽-大众2</w:t>
      </w:r>
      <w:r w:rsidR="00A10A9B">
        <w:rPr>
          <w:rFonts w:ascii="黑体" w:eastAsia="黑体" w:hAnsi="黑体" w:hint="eastAsia"/>
          <w:szCs w:val="21"/>
        </w:rPr>
        <w:t>016</w:t>
      </w:r>
      <w:r>
        <w:rPr>
          <w:rFonts w:ascii="黑体" w:eastAsia="黑体" w:hAnsi="黑体" w:hint="eastAsia"/>
          <w:szCs w:val="21"/>
        </w:rPr>
        <w:t>校园招聘已经开始，欢迎大家投递简历！并敬请关注贵校所在城市宣讲信息。</w:t>
      </w:r>
    </w:p>
    <w:p w:rsidR="005912DD" w:rsidRDefault="005912DD" w:rsidP="005912DD">
      <w:pPr>
        <w:ind w:firstLineChars="200" w:firstLine="420"/>
        <w:rPr>
          <w:rFonts w:ascii="黑体" w:eastAsia="黑体" w:hAnsi="黑体"/>
          <w:szCs w:val="21"/>
        </w:rPr>
      </w:pPr>
    </w:p>
    <w:tbl>
      <w:tblPr>
        <w:tblW w:w="0" w:type="auto"/>
        <w:jc w:val="center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3"/>
        <w:gridCol w:w="1418"/>
        <w:gridCol w:w="1843"/>
        <w:gridCol w:w="1842"/>
        <w:gridCol w:w="3716"/>
      </w:tblGrid>
      <w:tr w:rsidR="005912DD" w:rsidRPr="00936079" w:rsidTr="00217709">
        <w:trPr>
          <w:trHeight w:val="70"/>
          <w:jc w:val="center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noWrap/>
            <w:vAlign w:val="center"/>
            <w:hideMark/>
          </w:tcPr>
          <w:p w:rsidR="005912DD" w:rsidRPr="00936079" w:rsidRDefault="00217709" w:rsidP="004401AC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FFFF" w:themeColor="background1"/>
                <w:kern w:val="0"/>
                <w:sz w:val="2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宣讲</w:t>
            </w:r>
            <w:r w:rsidR="005912DD" w:rsidRPr="00936079"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城市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noWrap/>
            <w:vAlign w:val="center"/>
            <w:hideMark/>
          </w:tcPr>
          <w:p w:rsidR="005912DD" w:rsidRPr="00936079" w:rsidRDefault="00217709" w:rsidP="00217709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FFFF" w:themeColor="background1"/>
                <w:kern w:val="0"/>
                <w:sz w:val="2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宣讲院校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noWrap/>
            <w:vAlign w:val="center"/>
            <w:hideMark/>
          </w:tcPr>
          <w:p w:rsidR="005912DD" w:rsidRPr="00936079" w:rsidRDefault="005912DD" w:rsidP="004401AC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FFFF" w:themeColor="background1"/>
                <w:kern w:val="0"/>
                <w:sz w:val="20"/>
                <w:szCs w:val="21"/>
              </w:rPr>
            </w:pPr>
            <w:r w:rsidRPr="00936079"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宣讲日期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  <w:hideMark/>
          </w:tcPr>
          <w:p w:rsidR="005912DD" w:rsidRPr="00936079" w:rsidRDefault="005912DD" w:rsidP="004401AC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FFFF" w:themeColor="background1"/>
                <w:kern w:val="0"/>
                <w:sz w:val="20"/>
                <w:szCs w:val="21"/>
              </w:rPr>
            </w:pPr>
            <w:r w:rsidRPr="00936079"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宣讲时间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  <w:hideMark/>
          </w:tcPr>
          <w:p w:rsidR="005912DD" w:rsidRPr="00936079" w:rsidRDefault="005912DD" w:rsidP="004401AC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FFFF" w:themeColor="background1"/>
                <w:kern w:val="0"/>
                <w:sz w:val="20"/>
                <w:szCs w:val="21"/>
              </w:rPr>
            </w:pPr>
            <w:r w:rsidRPr="00936079"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宣讲地点</w:t>
            </w:r>
          </w:p>
        </w:tc>
      </w:tr>
      <w:tr w:rsidR="005912DD" w:rsidRPr="00936079" w:rsidTr="00217709">
        <w:trPr>
          <w:trHeight w:val="302"/>
          <w:jc w:val="center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2DD" w:rsidRPr="00FE2922" w:rsidRDefault="005541DC" w:rsidP="004401AC">
            <w:pPr>
              <w:widowControl/>
              <w:jc w:val="center"/>
              <w:rPr>
                <w:rFonts w:ascii="黑体" w:eastAsia="黑体" w:hAnsi="黑体" w:cs="宋体"/>
                <w:b/>
                <w:color w:val="365F91" w:themeColor="accent1" w:themeShade="BF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365F91" w:themeColor="accent1" w:themeShade="BF"/>
                <w:kern w:val="0"/>
                <w:szCs w:val="21"/>
              </w:rPr>
              <w:t>成都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2DD" w:rsidRPr="00FE2922" w:rsidRDefault="005541DC" w:rsidP="0032276A">
            <w:pPr>
              <w:widowControl/>
              <w:rPr>
                <w:rFonts w:ascii="黑体" w:eastAsia="黑体" w:hAnsi="黑体" w:cs="宋体"/>
                <w:b/>
                <w:color w:val="365F91" w:themeColor="accent1" w:themeShade="BF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365F91" w:themeColor="accent1" w:themeShade="BF"/>
                <w:kern w:val="0"/>
                <w:szCs w:val="21"/>
              </w:rPr>
              <w:t>西南</w:t>
            </w:r>
            <w:r w:rsidR="003A52A4">
              <w:rPr>
                <w:rFonts w:ascii="黑体" w:eastAsia="黑体" w:hAnsi="黑体" w:cs="宋体" w:hint="eastAsia"/>
                <w:b/>
                <w:color w:val="365F91" w:themeColor="accent1" w:themeShade="BF"/>
                <w:kern w:val="0"/>
                <w:szCs w:val="21"/>
              </w:rPr>
              <w:t>交通</w:t>
            </w:r>
            <w:r w:rsidR="00891B2B">
              <w:rPr>
                <w:rFonts w:ascii="黑体" w:eastAsia="黑体" w:hAnsi="黑体" w:cs="宋体"/>
                <w:b/>
                <w:color w:val="365F91" w:themeColor="accent1" w:themeShade="BF"/>
                <w:kern w:val="0"/>
                <w:szCs w:val="21"/>
              </w:rPr>
              <w:t>大学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2DD" w:rsidRPr="00FE2922" w:rsidRDefault="003A52A4" w:rsidP="004401AC">
            <w:pPr>
              <w:widowControl/>
              <w:jc w:val="center"/>
              <w:rPr>
                <w:rFonts w:ascii="黑体" w:eastAsia="黑体" w:hAnsi="黑体" w:cs="宋体"/>
                <w:b/>
                <w:color w:val="365F91" w:themeColor="accent1" w:themeShade="BF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365F91" w:themeColor="accent1" w:themeShade="BF"/>
                <w:kern w:val="0"/>
                <w:szCs w:val="21"/>
              </w:rPr>
              <w:t>11</w:t>
            </w:r>
            <w:r w:rsidR="005912DD" w:rsidRPr="00FE2922">
              <w:rPr>
                <w:rFonts w:ascii="黑体" w:eastAsia="黑体" w:hAnsi="黑体" w:cs="宋体" w:hint="eastAsia"/>
                <w:b/>
                <w:color w:val="365F91" w:themeColor="accent1" w:themeShade="BF"/>
                <w:kern w:val="0"/>
                <w:szCs w:val="21"/>
              </w:rPr>
              <w:t>月</w:t>
            </w:r>
            <w:r w:rsidR="005541DC">
              <w:rPr>
                <w:rFonts w:ascii="黑体" w:eastAsia="黑体" w:hAnsi="黑体" w:cs="宋体" w:hint="eastAsia"/>
                <w:b/>
                <w:color w:val="365F91" w:themeColor="accent1" w:themeShade="BF"/>
                <w:kern w:val="0"/>
                <w:szCs w:val="21"/>
              </w:rPr>
              <w:t>1</w:t>
            </w:r>
            <w:r>
              <w:rPr>
                <w:rFonts w:ascii="黑体" w:eastAsia="黑体" w:hAnsi="黑体" w:cs="宋体" w:hint="eastAsia"/>
                <w:b/>
                <w:color w:val="365F91" w:themeColor="accent1" w:themeShade="BF"/>
                <w:kern w:val="0"/>
                <w:szCs w:val="21"/>
              </w:rPr>
              <w:t>2</w:t>
            </w:r>
            <w:r w:rsidR="005541DC">
              <w:rPr>
                <w:rFonts w:ascii="黑体" w:eastAsia="黑体" w:hAnsi="黑体" w:cs="宋体" w:hint="eastAsia"/>
                <w:b/>
                <w:color w:val="365F91" w:themeColor="accent1" w:themeShade="BF"/>
                <w:kern w:val="0"/>
                <w:szCs w:val="21"/>
              </w:rPr>
              <w:t>日（周四</w:t>
            </w:r>
            <w:r w:rsidR="005912DD" w:rsidRPr="00FE2922">
              <w:rPr>
                <w:rFonts w:ascii="黑体" w:eastAsia="黑体" w:hAnsi="黑体" w:cs="宋体" w:hint="eastAsia"/>
                <w:b/>
                <w:color w:val="365F91" w:themeColor="accent1" w:themeShade="BF"/>
                <w:kern w:val="0"/>
                <w:szCs w:val="21"/>
              </w:rPr>
              <w:t>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2DD" w:rsidRPr="00FE2922" w:rsidRDefault="005912DD" w:rsidP="004401AC">
            <w:pPr>
              <w:widowControl/>
              <w:jc w:val="center"/>
              <w:rPr>
                <w:rFonts w:ascii="黑体" w:eastAsia="黑体" w:hAnsi="黑体" w:cs="宋体"/>
                <w:b/>
                <w:color w:val="365F91" w:themeColor="accent1" w:themeShade="BF"/>
                <w:kern w:val="0"/>
                <w:szCs w:val="21"/>
              </w:rPr>
            </w:pPr>
            <w:r w:rsidRPr="00FE2922">
              <w:rPr>
                <w:rFonts w:ascii="黑体" w:eastAsia="黑体" w:hAnsi="黑体" w:cs="宋体" w:hint="eastAsia"/>
                <w:b/>
                <w:color w:val="365F91" w:themeColor="accent1" w:themeShade="BF"/>
                <w:kern w:val="0"/>
                <w:szCs w:val="21"/>
              </w:rPr>
              <w:t>19:00-21:00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2DD" w:rsidRPr="007267AD" w:rsidRDefault="00970FC3" w:rsidP="00970FC3">
            <w:pPr>
              <w:jc w:val="center"/>
              <w:rPr>
                <w:rFonts w:ascii="微软雅黑" w:eastAsia="微软雅黑" w:hAnsi="微软雅黑" w:cs="宋体"/>
                <w:b/>
                <w:color w:val="1F497D" w:themeColor="text2"/>
                <w:sz w:val="18"/>
                <w:szCs w:val="18"/>
              </w:rPr>
            </w:pPr>
            <w:r w:rsidRPr="007267AD">
              <w:rPr>
                <w:rFonts w:ascii="微软雅黑" w:eastAsia="微软雅黑" w:hAnsi="微软雅黑" w:hint="eastAsia"/>
                <w:b/>
                <w:color w:val="1F497D" w:themeColor="text2"/>
                <w:sz w:val="18"/>
                <w:szCs w:val="18"/>
              </w:rPr>
              <w:t>犀浦校区四食堂三楼就业处320报告厅（300座）</w:t>
            </w:r>
          </w:p>
        </w:tc>
      </w:tr>
    </w:tbl>
    <w:p w:rsidR="00B354B2" w:rsidRDefault="008949CF" w:rsidP="00B354B2">
      <w:pPr>
        <w:ind w:firstLineChars="200" w:firstLine="42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招聘</w:t>
      </w:r>
      <w:r w:rsidR="00B354B2" w:rsidRPr="00730439">
        <w:rPr>
          <w:rFonts w:ascii="黑体" w:eastAsia="黑体" w:hAnsi="黑体" w:hint="eastAsia"/>
          <w:szCs w:val="21"/>
        </w:rPr>
        <w:t>官方网站：</w:t>
      </w:r>
      <w:hyperlink r:id="rId6" w:history="1">
        <w:r w:rsidR="00B354B2" w:rsidRPr="00730439">
          <w:rPr>
            <w:rStyle w:val="ad"/>
            <w:rFonts w:ascii="黑体" w:eastAsia="黑体" w:hAnsi="黑体"/>
            <w:szCs w:val="21"/>
          </w:rPr>
          <w:t>http://hr.faw-vw.com</w:t>
        </w:r>
      </w:hyperlink>
      <w:r w:rsidR="00B354B2" w:rsidRPr="00730439">
        <w:rPr>
          <w:rFonts w:ascii="黑体" w:eastAsia="黑体" w:hAnsi="黑体" w:hint="eastAsia"/>
          <w:szCs w:val="21"/>
        </w:rPr>
        <w:t xml:space="preserve">    咨询电话：</w:t>
      </w:r>
      <w:r w:rsidR="00B354B2" w:rsidRPr="00730439">
        <w:rPr>
          <w:rFonts w:ascii="黑体" w:eastAsia="黑体" w:hAnsi="黑体"/>
          <w:szCs w:val="21"/>
        </w:rPr>
        <w:t>0431-85990339</w:t>
      </w:r>
    </w:p>
    <w:p w:rsidR="00B354B2" w:rsidRPr="00730439" w:rsidRDefault="00B354B2" w:rsidP="00B354B2">
      <w:pPr>
        <w:ind w:firstLineChars="200" w:firstLine="420"/>
        <w:rPr>
          <w:rFonts w:ascii="黑体" w:eastAsia="黑体" w:hAnsi="黑体"/>
          <w:szCs w:val="21"/>
        </w:rPr>
      </w:pPr>
    </w:p>
    <w:p w:rsidR="00557E2A" w:rsidRDefault="00557E2A" w:rsidP="00557E2A">
      <w:pPr>
        <w:rPr>
          <w:rFonts w:ascii="黑体" w:eastAsia="黑体" w:hAnsi="黑体"/>
          <w:szCs w:val="21"/>
        </w:rPr>
      </w:pPr>
      <w:r w:rsidRPr="00730439">
        <w:rPr>
          <w:rFonts w:ascii="黑体" w:eastAsia="黑体" w:hAnsi="黑体" w:hint="eastAsia"/>
          <w:b/>
          <w:szCs w:val="21"/>
        </w:rPr>
        <w:t>一汽</w:t>
      </w:r>
      <w:r w:rsidRPr="00730439">
        <w:rPr>
          <w:rFonts w:ascii="黑体" w:eastAsia="黑体" w:hAnsi="黑体"/>
          <w:b/>
          <w:szCs w:val="21"/>
        </w:rPr>
        <w:t>-</w:t>
      </w:r>
      <w:r w:rsidRPr="00730439">
        <w:rPr>
          <w:rFonts w:ascii="黑体" w:eastAsia="黑体" w:hAnsi="黑体" w:hint="eastAsia"/>
          <w:b/>
          <w:szCs w:val="21"/>
        </w:rPr>
        <w:t>大众</w:t>
      </w:r>
      <w:r>
        <w:rPr>
          <w:rFonts w:ascii="黑体" w:eastAsia="黑体" w:hAnsi="黑体"/>
          <w:b/>
          <w:szCs w:val="21"/>
        </w:rPr>
        <w:t>201</w:t>
      </w:r>
      <w:r w:rsidR="00315B1D">
        <w:rPr>
          <w:rFonts w:ascii="黑体" w:eastAsia="黑体" w:hAnsi="黑体" w:hint="eastAsia"/>
          <w:b/>
          <w:szCs w:val="21"/>
        </w:rPr>
        <w:t>6</w:t>
      </w:r>
      <w:r w:rsidR="00944A42">
        <w:rPr>
          <w:rFonts w:ascii="黑体" w:eastAsia="黑体" w:hAnsi="黑体" w:hint="eastAsia"/>
          <w:b/>
          <w:szCs w:val="21"/>
        </w:rPr>
        <w:t>校园招聘</w:t>
      </w:r>
      <w:r w:rsidRPr="00730439">
        <w:rPr>
          <w:rFonts w:ascii="黑体" w:eastAsia="黑体" w:hAnsi="黑体" w:hint="eastAsia"/>
          <w:b/>
          <w:szCs w:val="21"/>
        </w:rPr>
        <w:t>专业</w:t>
      </w:r>
      <w:r w:rsidRPr="00730439">
        <w:rPr>
          <w:rFonts w:ascii="黑体" w:eastAsia="黑体" w:hAnsi="黑体" w:hint="eastAsia"/>
          <w:szCs w:val="21"/>
        </w:rPr>
        <w:t>（含下属</w:t>
      </w:r>
      <w:bookmarkStart w:id="0" w:name="_GoBack"/>
      <w:bookmarkEnd w:id="0"/>
      <w:r w:rsidRPr="00730439">
        <w:rPr>
          <w:rFonts w:ascii="黑体" w:eastAsia="黑体" w:hAnsi="黑体" w:hint="eastAsia"/>
          <w:szCs w:val="21"/>
        </w:rPr>
        <w:t>专业）：</w:t>
      </w:r>
    </w:p>
    <w:p w:rsidR="008D49F4" w:rsidRPr="00730439" w:rsidRDefault="008D49F4" w:rsidP="00557E2A">
      <w:pPr>
        <w:rPr>
          <w:rFonts w:ascii="黑体" w:eastAsia="黑体" w:hAnsi="黑体"/>
          <w:b/>
          <w:szCs w:val="21"/>
        </w:rPr>
      </w:pPr>
    </w:p>
    <w:tbl>
      <w:tblPr>
        <w:tblW w:w="11057" w:type="dxa"/>
        <w:tblInd w:w="-459" w:type="dxa"/>
        <w:tblLook w:val="04A0"/>
      </w:tblPr>
      <w:tblGrid>
        <w:gridCol w:w="5954"/>
        <w:gridCol w:w="5103"/>
      </w:tblGrid>
      <w:tr w:rsidR="00212521" w:rsidRPr="008D49F4" w:rsidTr="003804E2">
        <w:trPr>
          <w:trHeight w:val="47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521" w:rsidRPr="008D49F4" w:rsidRDefault="00212521" w:rsidP="00DF606A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车辆工程【汽车方向，含车身工程】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521" w:rsidRPr="008D49F4" w:rsidRDefault="00212521" w:rsidP="00477346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工商管理【企业组织及战略、市场营销方向</w:t>
            </w:r>
            <w:r w:rsidR="003804E2" w:rsidRPr="008D49F4">
              <w:rPr>
                <w:rFonts w:ascii="方正兰亭黑_GBK" w:eastAsia="方正兰亭黑_GBK" w:hint="eastAsia"/>
                <w:sz w:val="16"/>
              </w:rPr>
              <w:t>、会计学及财务管理</w:t>
            </w:r>
            <w:r w:rsidRPr="008D49F4">
              <w:rPr>
                <w:rFonts w:ascii="方正兰亭黑_GBK" w:eastAsia="方正兰亭黑_GBK" w:hint="eastAsia"/>
                <w:sz w:val="16"/>
              </w:rPr>
              <w:t>】</w:t>
            </w:r>
          </w:p>
        </w:tc>
      </w:tr>
      <w:tr w:rsidR="00212521" w:rsidRPr="008D49F4" w:rsidTr="003804E2">
        <w:trPr>
          <w:trHeight w:val="47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521" w:rsidRPr="008D49F4" w:rsidRDefault="00212521" w:rsidP="00DF606A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机械工程【机械设计、制造、机电一体化方向】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521" w:rsidRPr="008D49F4" w:rsidRDefault="00212521" w:rsidP="00477346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应用经济学【金融学、统计学、国际经济与贸易方向】</w:t>
            </w:r>
          </w:p>
        </w:tc>
      </w:tr>
      <w:tr w:rsidR="00212521" w:rsidRPr="008D49F4" w:rsidTr="003804E2">
        <w:trPr>
          <w:trHeight w:val="47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521" w:rsidRPr="008D49F4" w:rsidRDefault="00212521" w:rsidP="00DF606A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控制科学与工程 / 电气工程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521" w:rsidRPr="008D49F4" w:rsidRDefault="00212521" w:rsidP="00477346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艺术设计学【工业设计方向】</w:t>
            </w:r>
          </w:p>
        </w:tc>
      </w:tr>
      <w:tr w:rsidR="00212521" w:rsidRPr="008D49F4" w:rsidTr="003804E2">
        <w:trPr>
          <w:trHeight w:val="47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521" w:rsidRPr="008D49F4" w:rsidRDefault="00212521" w:rsidP="00DF606A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材料科学与工程【焊接加工、冲压加工、高分子、金属方向】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21" w:rsidRPr="008D49F4" w:rsidRDefault="00212521" w:rsidP="00477346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新闻传播学【含广告学、新闻学等方向】</w:t>
            </w:r>
          </w:p>
        </w:tc>
      </w:tr>
      <w:tr w:rsidR="00212521" w:rsidRPr="008D49F4" w:rsidTr="003804E2">
        <w:trPr>
          <w:trHeight w:val="47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21" w:rsidRPr="008D49F4" w:rsidRDefault="00212521" w:rsidP="00DF606A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计算机科学与技术 / 软件工程 / 信息与计算科学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21" w:rsidRPr="008D49F4" w:rsidRDefault="00212521" w:rsidP="00477346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安全技术与工程 / 消防工程</w:t>
            </w:r>
          </w:p>
        </w:tc>
      </w:tr>
      <w:tr w:rsidR="00212521" w:rsidRPr="008D49F4" w:rsidTr="003804E2">
        <w:trPr>
          <w:trHeight w:val="47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21" w:rsidRPr="008D49F4" w:rsidRDefault="00212521" w:rsidP="00DF606A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电子科学与技术 / 信息与通信工程 / 仪器科学与技术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21" w:rsidRPr="008D49F4" w:rsidRDefault="00212521" w:rsidP="00477346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食品科学与工程</w:t>
            </w:r>
          </w:p>
        </w:tc>
      </w:tr>
      <w:tr w:rsidR="00212521" w:rsidRPr="008D49F4" w:rsidTr="003804E2">
        <w:trPr>
          <w:trHeight w:val="47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521" w:rsidRPr="008D49F4" w:rsidRDefault="00212521" w:rsidP="00DF606A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动力工程及工程热物理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21" w:rsidRPr="008D49F4" w:rsidRDefault="00212521" w:rsidP="00477346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环境科学与工程 / 土木工程</w:t>
            </w:r>
          </w:p>
        </w:tc>
      </w:tr>
      <w:tr w:rsidR="00212521" w:rsidRPr="008D49F4" w:rsidTr="003804E2">
        <w:trPr>
          <w:trHeight w:val="47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21" w:rsidRPr="008D49F4" w:rsidRDefault="00212521" w:rsidP="00DF606A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交通运输工程【汽车运用工程方向】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21" w:rsidRPr="008D49F4" w:rsidRDefault="00212521" w:rsidP="00477346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法学</w:t>
            </w:r>
          </w:p>
        </w:tc>
      </w:tr>
      <w:tr w:rsidR="00212521" w:rsidRPr="008D49F4" w:rsidTr="003804E2">
        <w:trPr>
          <w:trHeight w:val="47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21" w:rsidRPr="008D49F4" w:rsidRDefault="00212521" w:rsidP="00DF606A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化学工程与技术 / 化学【化学工程、化学工艺、分析化学方向】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21" w:rsidRPr="008D49F4" w:rsidRDefault="00212521" w:rsidP="00477346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德语</w:t>
            </w:r>
          </w:p>
        </w:tc>
      </w:tr>
      <w:tr w:rsidR="00212521" w:rsidRPr="008D49F4" w:rsidTr="003804E2">
        <w:trPr>
          <w:trHeight w:val="47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21" w:rsidRPr="008D49F4" w:rsidRDefault="00212521" w:rsidP="00DF606A">
            <w:pPr>
              <w:rPr>
                <w:rFonts w:ascii="方正兰亭黑_GBK" w:eastAsia="方正兰亭黑_GBK"/>
                <w:sz w:val="16"/>
              </w:rPr>
            </w:pPr>
            <w:r w:rsidRPr="008D49F4">
              <w:rPr>
                <w:rFonts w:ascii="方正兰亭黑_GBK" w:eastAsia="方正兰亭黑_GBK" w:hint="eastAsia"/>
                <w:sz w:val="16"/>
              </w:rPr>
              <w:t>管理科学与工程【物流管理与工程、工业工程、信息管理与信息系统方向】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521" w:rsidRPr="008D49F4" w:rsidRDefault="00212521" w:rsidP="002E44A9">
            <w:pPr>
              <w:widowControl/>
              <w:jc w:val="left"/>
              <w:rPr>
                <w:rFonts w:ascii="方正兰亭黑_GBK" w:eastAsia="方正兰亭黑_GBK" w:hAnsi="宋体" w:cs="宋体"/>
                <w:color w:val="000000"/>
                <w:kern w:val="0"/>
                <w:sz w:val="16"/>
                <w:szCs w:val="20"/>
              </w:rPr>
            </w:pPr>
          </w:p>
        </w:tc>
      </w:tr>
    </w:tbl>
    <w:p w:rsidR="00CA6A43" w:rsidRDefault="00CA6A43" w:rsidP="00557E2A">
      <w:pPr>
        <w:rPr>
          <w:rFonts w:ascii="方正兰亭黑_GBK" w:eastAsia="方正兰亭黑_GBK"/>
          <w:sz w:val="16"/>
        </w:rPr>
      </w:pPr>
    </w:p>
    <w:p w:rsidR="00236A71" w:rsidRDefault="00CA6A43" w:rsidP="00557E2A">
      <w:pPr>
        <w:rPr>
          <w:rFonts w:ascii="方正兰亭黑_GBK" w:eastAsia="方正兰亭黑_GBK"/>
          <w:sz w:val="16"/>
        </w:rPr>
      </w:pPr>
      <w:r w:rsidRPr="00CA6A43">
        <w:rPr>
          <w:rFonts w:ascii="方正兰亭黑_GBK" w:eastAsia="方正兰亭黑_GBK" w:hint="eastAsia"/>
          <w:sz w:val="16"/>
        </w:rPr>
        <w:t xml:space="preserve">注：具体专业请以一汽-大众招聘官方网站 </w:t>
      </w:r>
      <w:hyperlink r:id="rId7" w:history="1">
        <w:r w:rsidRPr="00CA6A43">
          <w:rPr>
            <w:rFonts w:ascii="方正兰亭黑_GBK" w:eastAsia="方正兰亭黑_GBK" w:hint="eastAsia"/>
            <w:sz w:val="16"/>
          </w:rPr>
          <w:t>http://hr.faw-vw.com</w:t>
        </w:r>
      </w:hyperlink>
      <w:r w:rsidRPr="00CA6A43">
        <w:rPr>
          <w:rFonts w:ascii="方正兰亭黑_GBK" w:eastAsia="方正兰亭黑_GBK" w:hint="eastAsia"/>
          <w:sz w:val="16"/>
        </w:rPr>
        <w:t xml:space="preserve"> 公布的信息为准。</w:t>
      </w:r>
    </w:p>
    <w:p w:rsidR="00CA6A43" w:rsidRPr="00CA6A43" w:rsidRDefault="00CA6A43" w:rsidP="00557E2A">
      <w:pPr>
        <w:rPr>
          <w:rFonts w:ascii="方正兰亭黑_GBK" w:eastAsia="方正兰亭黑_GBK"/>
          <w:sz w:val="16"/>
        </w:rPr>
      </w:pPr>
    </w:p>
    <w:p w:rsidR="00557E2A" w:rsidRPr="00B354B2" w:rsidRDefault="00557E2A" w:rsidP="00557E2A">
      <w:pPr>
        <w:rPr>
          <w:rFonts w:ascii="黑体" w:eastAsia="黑体" w:hAnsi="黑体"/>
          <w:b/>
          <w:color w:val="000000" w:themeColor="text1"/>
          <w:szCs w:val="21"/>
        </w:rPr>
      </w:pPr>
      <w:r w:rsidRPr="00B354B2">
        <w:rPr>
          <w:rFonts w:ascii="黑体" w:eastAsia="黑体" w:hAnsi="黑体" w:hint="eastAsia"/>
          <w:b/>
          <w:color w:val="000000" w:themeColor="text1"/>
          <w:szCs w:val="21"/>
        </w:rPr>
        <w:t>一汽</w:t>
      </w:r>
      <w:r w:rsidRPr="00B354B2">
        <w:rPr>
          <w:rFonts w:ascii="黑体" w:eastAsia="黑体" w:hAnsi="黑体"/>
          <w:b/>
          <w:color w:val="000000" w:themeColor="text1"/>
          <w:szCs w:val="21"/>
        </w:rPr>
        <w:t>-</w:t>
      </w:r>
      <w:r w:rsidRPr="00B354B2">
        <w:rPr>
          <w:rFonts w:ascii="黑体" w:eastAsia="黑体" w:hAnsi="黑体" w:hint="eastAsia"/>
          <w:b/>
          <w:color w:val="000000" w:themeColor="text1"/>
          <w:szCs w:val="21"/>
        </w:rPr>
        <w:t>大众</w:t>
      </w:r>
      <w:r w:rsidRPr="00B354B2">
        <w:rPr>
          <w:rFonts w:ascii="黑体" w:eastAsia="黑体" w:hAnsi="黑体"/>
          <w:b/>
          <w:color w:val="000000" w:themeColor="text1"/>
          <w:szCs w:val="21"/>
        </w:rPr>
        <w:t>201</w:t>
      </w:r>
      <w:r w:rsidR="00315B1D">
        <w:rPr>
          <w:rFonts w:ascii="黑体" w:eastAsia="黑体" w:hAnsi="黑体" w:hint="eastAsia"/>
          <w:b/>
          <w:color w:val="000000" w:themeColor="text1"/>
          <w:szCs w:val="21"/>
        </w:rPr>
        <w:t>6</w:t>
      </w:r>
      <w:r w:rsidRPr="00B354B2">
        <w:rPr>
          <w:rFonts w:ascii="黑体" w:eastAsia="黑体" w:hAnsi="黑体" w:hint="eastAsia"/>
          <w:b/>
          <w:color w:val="000000" w:themeColor="text1"/>
          <w:szCs w:val="21"/>
        </w:rPr>
        <w:t>校园招聘流程</w:t>
      </w:r>
    </w:p>
    <w:p w:rsidR="00557E2A" w:rsidRDefault="00557E2A" w:rsidP="00557E2A">
      <w:pPr>
        <w:rPr>
          <w:rFonts w:ascii="黑体" w:eastAsia="黑体" w:hAnsi="黑体"/>
          <w:sz w:val="20"/>
          <w:szCs w:val="20"/>
        </w:rPr>
      </w:pPr>
    </w:p>
    <w:p w:rsidR="00557E2A" w:rsidRDefault="008D49F4" w:rsidP="008D49F4">
      <w:pPr>
        <w:ind w:leftChars="-469" w:left="-985"/>
        <w:rPr>
          <w:rFonts w:ascii="黑体" w:eastAsia="黑体" w:hAnsi="黑体"/>
          <w:sz w:val="20"/>
          <w:szCs w:val="20"/>
        </w:rPr>
      </w:pPr>
      <w:r>
        <w:rPr>
          <w:rFonts w:ascii="黑体" w:eastAsia="黑体" w:hAnsi="黑体"/>
          <w:noProof/>
          <w:sz w:val="20"/>
          <w:szCs w:val="20"/>
        </w:rPr>
        <w:lastRenderedPageBreak/>
        <w:drawing>
          <wp:inline distT="0" distB="0" distL="0" distR="0">
            <wp:extent cx="7540906" cy="925344"/>
            <wp:effectExtent l="0" t="0" r="3175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in-网页-底图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1838" cy="927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9F4" w:rsidRDefault="00557E2A" w:rsidP="00557E2A">
      <w:pPr>
        <w:rPr>
          <w:rFonts w:ascii="黑体" w:eastAsia="黑体" w:hAnsi="黑体"/>
          <w:b/>
          <w:szCs w:val="21"/>
        </w:rPr>
      </w:pPr>
      <w:r w:rsidRPr="00730439">
        <w:rPr>
          <w:rFonts w:ascii="黑体" w:eastAsia="黑体" w:hAnsi="黑体" w:hint="eastAsia"/>
          <w:b/>
          <w:szCs w:val="21"/>
        </w:rPr>
        <w:t>一汽</w:t>
      </w:r>
      <w:r w:rsidRPr="00730439">
        <w:rPr>
          <w:rFonts w:ascii="黑体" w:eastAsia="黑体" w:hAnsi="黑体"/>
          <w:b/>
          <w:szCs w:val="21"/>
        </w:rPr>
        <w:t>-</w:t>
      </w:r>
      <w:r w:rsidRPr="00730439">
        <w:rPr>
          <w:rFonts w:ascii="黑体" w:eastAsia="黑体" w:hAnsi="黑体" w:hint="eastAsia"/>
          <w:b/>
          <w:szCs w:val="21"/>
        </w:rPr>
        <w:t>大众</w:t>
      </w:r>
      <w:r>
        <w:rPr>
          <w:rFonts w:ascii="黑体" w:eastAsia="黑体" w:hAnsi="黑体"/>
          <w:b/>
          <w:szCs w:val="21"/>
        </w:rPr>
        <w:t>201</w:t>
      </w:r>
      <w:r w:rsidR="00315B1D">
        <w:rPr>
          <w:rFonts w:ascii="黑体" w:eastAsia="黑体" w:hAnsi="黑体" w:hint="eastAsia"/>
          <w:b/>
          <w:szCs w:val="21"/>
        </w:rPr>
        <w:t>6</w:t>
      </w:r>
      <w:r w:rsidRPr="00730439">
        <w:rPr>
          <w:rFonts w:ascii="黑体" w:eastAsia="黑体" w:hAnsi="黑体" w:hint="eastAsia"/>
          <w:b/>
          <w:szCs w:val="21"/>
        </w:rPr>
        <w:t>校园招聘应聘资格</w:t>
      </w:r>
    </w:p>
    <w:p w:rsidR="00557E2A" w:rsidRPr="00730439" w:rsidRDefault="00072BF9" w:rsidP="00557E2A">
      <w:pPr>
        <w:rPr>
          <w:rFonts w:ascii="黑体" w:eastAsia="黑体" w:hAnsi="黑体"/>
          <w:b/>
          <w:szCs w:val="21"/>
        </w:rPr>
      </w:pPr>
      <w:r w:rsidRPr="00730439">
        <w:rPr>
          <w:rFonts w:ascii="黑体" w:eastAsia="黑体" w:hAnsi="黑体"/>
        </w:rPr>
        <w:fldChar w:fldCharType="begin"/>
      </w:r>
      <w:r w:rsidR="00557E2A" w:rsidRPr="00730439">
        <w:rPr>
          <w:rFonts w:ascii="黑体" w:eastAsia="黑体" w:hAnsi="黑体"/>
        </w:rPr>
        <w:instrText xml:space="preserve"> LINK Excel.Sheet.12 "C:\\Users\\xun.yu\\Desktop\\新建 Microsoft Excel Worksheet.xlsx" Tabelle2!R3C1:R8C2 \a \f 4 \h  \* MERGEFORMAT </w:instrText>
      </w:r>
      <w:r w:rsidRPr="00730439">
        <w:rPr>
          <w:rFonts w:ascii="黑体" w:eastAsia="黑体" w:hAnsi="黑体"/>
        </w:rPr>
        <w:fldChar w:fldCharType="separate"/>
      </w:r>
    </w:p>
    <w:tbl>
      <w:tblPr>
        <w:tblW w:w="96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8"/>
        <w:gridCol w:w="4804"/>
      </w:tblGrid>
      <w:tr w:rsidR="00CA6A43" w:rsidRPr="00CA6A43" w:rsidTr="00CA6A43">
        <w:trPr>
          <w:trHeight w:val="384"/>
          <w:jc w:val="center"/>
        </w:trPr>
        <w:tc>
          <w:tcPr>
            <w:tcW w:w="4868" w:type="dxa"/>
            <w:shd w:val="clear" w:color="auto" w:fill="404040" w:themeFill="text1" w:themeFillTint="BF"/>
            <w:noWrap/>
            <w:vAlign w:val="center"/>
            <w:hideMark/>
          </w:tcPr>
          <w:p w:rsidR="00557E2A" w:rsidRPr="00CA6A43" w:rsidRDefault="00212521" w:rsidP="002E44A9">
            <w:pPr>
              <w:widowControl/>
              <w:jc w:val="center"/>
              <w:rPr>
                <w:rFonts w:ascii="黑体" w:eastAsia="黑体" w:hAnsi="黑体" w:cs="宋体"/>
                <w:b/>
                <w:color w:val="FFFFFF" w:themeColor="background1"/>
                <w:kern w:val="0"/>
                <w:sz w:val="20"/>
                <w:szCs w:val="20"/>
              </w:rPr>
            </w:pPr>
            <w:r w:rsidRPr="00CA6A43">
              <w:rPr>
                <w:rFonts w:ascii="黑体" w:eastAsia="黑体" w:hAnsi="黑体" w:cs="宋体" w:hint="eastAsia"/>
                <w:b/>
                <w:color w:val="FFFFFF" w:themeColor="background1"/>
                <w:kern w:val="0"/>
                <w:sz w:val="20"/>
                <w:szCs w:val="20"/>
              </w:rPr>
              <w:t>一般专业</w:t>
            </w:r>
            <w:r w:rsidR="00557E2A" w:rsidRPr="00CA6A43">
              <w:rPr>
                <w:rFonts w:ascii="黑体" w:eastAsia="黑体" w:hAnsi="黑体" w:cs="宋体" w:hint="eastAsia"/>
                <w:b/>
                <w:color w:val="FFFFFF" w:themeColor="background1"/>
                <w:kern w:val="0"/>
                <w:sz w:val="20"/>
                <w:szCs w:val="20"/>
              </w:rPr>
              <w:t>应聘资格</w:t>
            </w:r>
          </w:p>
        </w:tc>
        <w:tc>
          <w:tcPr>
            <w:tcW w:w="4804" w:type="dxa"/>
            <w:shd w:val="clear" w:color="auto" w:fill="404040" w:themeFill="text1" w:themeFillTint="BF"/>
            <w:noWrap/>
            <w:vAlign w:val="center"/>
            <w:hideMark/>
          </w:tcPr>
          <w:p w:rsidR="00557E2A" w:rsidRPr="00CA6A43" w:rsidRDefault="00557E2A" w:rsidP="002E44A9">
            <w:pPr>
              <w:widowControl/>
              <w:jc w:val="center"/>
              <w:rPr>
                <w:rFonts w:ascii="黑体" w:eastAsia="黑体" w:hAnsi="黑体" w:cs="宋体"/>
                <w:b/>
                <w:color w:val="FFFFFF" w:themeColor="background1"/>
                <w:kern w:val="0"/>
                <w:sz w:val="20"/>
                <w:szCs w:val="20"/>
              </w:rPr>
            </w:pPr>
            <w:r w:rsidRPr="00CA6A43">
              <w:rPr>
                <w:rFonts w:ascii="黑体" w:eastAsia="黑体" w:hAnsi="黑体" w:cs="宋体" w:hint="eastAsia"/>
                <w:b/>
                <w:color w:val="FFFFFF" w:themeColor="background1"/>
                <w:kern w:val="0"/>
                <w:sz w:val="20"/>
                <w:szCs w:val="20"/>
              </w:rPr>
              <w:t>德语</w:t>
            </w:r>
            <w:r w:rsidR="00212521" w:rsidRPr="00CA6A43">
              <w:rPr>
                <w:rFonts w:ascii="黑体" w:eastAsia="黑体" w:hAnsi="黑体" w:cs="宋体" w:hint="eastAsia"/>
                <w:b/>
                <w:color w:val="FFFFFF" w:themeColor="background1"/>
                <w:kern w:val="0"/>
                <w:sz w:val="20"/>
                <w:szCs w:val="20"/>
              </w:rPr>
              <w:t>/艺术设计类</w:t>
            </w:r>
            <w:r w:rsidRPr="00CA6A43">
              <w:rPr>
                <w:rFonts w:ascii="黑体" w:eastAsia="黑体" w:hAnsi="黑体" w:cs="宋体" w:hint="eastAsia"/>
                <w:b/>
                <w:color w:val="FFFFFF" w:themeColor="background1"/>
                <w:kern w:val="0"/>
                <w:sz w:val="20"/>
                <w:szCs w:val="20"/>
              </w:rPr>
              <w:t>专业应聘资格</w:t>
            </w:r>
          </w:p>
        </w:tc>
      </w:tr>
      <w:tr w:rsidR="00557E2A" w:rsidRPr="00730439" w:rsidTr="003804E2">
        <w:trPr>
          <w:trHeight w:val="1848"/>
          <w:jc w:val="center"/>
        </w:trPr>
        <w:tc>
          <w:tcPr>
            <w:tcW w:w="4868" w:type="dxa"/>
            <w:shd w:val="clear" w:color="auto" w:fill="auto"/>
            <w:noWrap/>
            <w:vAlign w:val="center"/>
            <w:hideMark/>
          </w:tcPr>
          <w:p w:rsidR="00557E2A" w:rsidRPr="00730439" w:rsidRDefault="00557E2A" w:rsidP="002E44A9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</w:t>
            </w:r>
            <w:r w:rsidR="0021252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普通全日制</w:t>
            </w: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国家重点大学</w:t>
            </w:r>
            <w:r w:rsidR="0021252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统招</w:t>
            </w: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本科及以上学历；</w:t>
            </w:r>
          </w:p>
          <w:p w:rsidR="00557E2A" w:rsidRPr="00730439" w:rsidRDefault="00557E2A" w:rsidP="002E44A9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2.应届毕业生且专业对口；</w:t>
            </w:r>
          </w:p>
          <w:p w:rsidR="00557E2A" w:rsidRPr="00730439" w:rsidRDefault="00557E2A" w:rsidP="002E44A9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3.学习成绩优秀； </w:t>
            </w:r>
          </w:p>
          <w:p w:rsidR="00557E2A" w:rsidRPr="00730439" w:rsidRDefault="00557E2A" w:rsidP="002E44A9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4.英语CET-6成绩达到426分及以上； </w:t>
            </w:r>
          </w:p>
          <w:p w:rsidR="00557E2A" w:rsidRPr="00730439" w:rsidRDefault="00557E2A" w:rsidP="002E44A9">
            <w:pPr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5.优先考虑有德语基础者、学生干部及党员。</w:t>
            </w:r>
          </w:p>
        </w:tc>
        <w:tc>
          <w:tcPr>
            <w:tcW w:w="4804" w:type="dxa"/>
            <w:shd w:val="clear" w:color="auto" w:fill="auto"/>
            <w:noWrap/>
            <w:vAlign w:val="center"/>
            <w:hideMark/>
          </w:tcPr>
          <w:p w:rsidR="00557E2A" w:rsidRPr="00730439" w:rsidRDefault="00557E2A" w:rsidP="002E44A9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1.</w:t>
            </w:r>
            <w:r w:rsidR="0021252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普通全日制</w:t>
            </w:r>
            <w:r w:rsidR="00212521"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国家重点大学</w:t>
            </w:r>
            <w:r w:rsidR="00212521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统招</w:t>
            </w:r>
            <w:r w:rsidR="00212521"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本科及以上学历</w:t>
            </w: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； </w:t>
            </w:r>
          </w:p>
          <w:p w:rsidR="003804E2" w:rsidRDefault="00557E2A" w:rsidP="002E44A9">
            <w:pPr>
              <w:widowControl/>
              <w:ind w:left="200" w:hangingChars="100" w:hanging="200"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2.</w:t>
            </w:r>
            <w:r w:rsidR="003804E2"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应届毕业生且专业对口</w:t>
            </w:r>
          </w:p>
          <w:p w:rsidR="00557E2A" w:rsidRDefault="00557E2A" w:rsidP="002E44A9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3.学习成绩优秀；</w:t>
            </w:r>
          </w:p>
          <w:p w:rsidR="003804E2" w:rsidRPr="00730439" w:rsidRDefault="003804E2" w:rsidP="002E44A9">
            <w:pPr>
              <w:widowControl/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4.</w:t>
            </w: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德语</w:t>
            </w: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专业候选人德语须</w:t>
            </w: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达到专业四级及以上水平，</w:t>
            </w: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且英语CET-4成绩</w:t>
            </w:r>
            <w:r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达到426分及以上；</w:t>
            </w:r>
          </w:p>
          <w:p w:rsidR="00557E2A" w:rsidRPr="00730439" w:rsidRDefault="003804E2" w:rsidP="002E44A9">
            <w:pPr>
              <w:jc w:val="lef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5</w:t>
            </w:r>
            <w:r w:rsidR="00557E2A" w:rsidRPr="00730439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.优先考虑学生干部及党员。 </w:t>
            </w:r>
          </w:p>
        </w:tc>
      </w:tr>
    </w:tbl>
    <w:p w:rsidR="006E0837" w:rsidRDefault="00072BF9" w:rsidP="003804E2">
      <w:pPr>
        <w:rPr>
          <w:rFonts w:ascii="黑体" w:eastAsia="黑体" w:hAnsi="黑体"/>
        </w:rPr>
      </w:pPr>
      <w:r w:rsidRPr="00730439">
        <w:rPr>
          <w:rFonts w:ascii="黑体" w:eastAsia="黑体" w:hAnsi="黑体"/>
        </w:rPr>
        <w:fldChar w:fldCharType="end"/>
      </w:r>
    </w:p>
    <w:p w:rsidR="00B354B2" w:rsidRDefault="00B354B2" w:rsidP="003804E2">
      <w:pPr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并</w:t>
      </w:r>
      <w:r w:rsidRPr="00730439">
        <w:rPr>
          <w:rFonts w:ascii="黑体" w:eastAsia="黑体" w:hAnsi="黑体" w:hint="eastAsia"/>
          <w:szCs w:val="21"/>
        </w:rPr>
        <w:t>请</w:t>
      </w:r>
      <w:r>
        <w:rPr>
          <w:rFonts w:ascii="黑体" w:eastAsia="黑体" w:hAnsi="黑体" w:hint="eastAsia"/>
          <w:szCs w:val="21"/>
        </w:rPr>
        <w:t>注意</w:t>
      </w:r>
      <w:r w:rsidRPr="00730439">
        <w:rPr>
          <w:rFonts w:ascii="黑体" w:eastAsia="黑体" w:hAnsi="黑体" w:hint="eastAsia"/>
          <w:szCs w:val="21"/>
        </w:rPr>
        <w:t>贵校所在城市</w:t>
      </w:r>
      <w:r>
        <w:rPr>
          <w:rFonts w:ascii="黑体" w:eastAsia="黑体" w:hAnsi="黑体" w:hint="eastAsia"/>
          <w:szCs w:val="21"/>
        </w:rPr>
        <w:t>简历投递截止时间</w:t>
      </w:r>
      <w:r w:rsidRPr="00730439">
        <w:rPr>
          <w:rFonts w:ascii="黑体" w:eastAsia="黑体" w:hAnsi="黑体" w:hint="eastAsia"/>
          <w:szCs w:val="21"/>
        </w:rPr>
        <w:t>。</w:t>
      </w:r>
    </w:p>
    <w:p w:rsidR="006E0837" w:rsidRDefault="006E0837" w:rsidP="003804E2">
      <w:pPr>
        <w:rPr>
          <w:rFonts w:ascii="黑体" w:eastAsia="黑体" w:hAnsi="黑体"/>
          <w:szCs w:val="21"/>
        </w:rPr>
      </w:pPr>
    </w:p>
    <w:tbl>
      <w:tblPr>
        <w:tblW w:w="10080" w:type="dxa"/>
        <w:tblInd w:w="93" w:type="dxa"/>
        <w:tblLook w:val="04A0"/>
      </w:tblPr>
      <w:tblGrid>
        <w:gridCol w:w="2809"/>
        <w:gridCol w:w="3718"/>
        <w:gridCol w:w="3553"/>
      </w:tblGrid>
      <w:tr w:rsidR="00CA6A43" w:rsidRPr="00CA6A43" w:rsidTr="00CA6A43">
        <w:trPr>
          <w:trHeight w:val="380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noWrap/>
            <w:vAlign w:val="center"/>
            <w:hideMark/>
          </w:tcPr>
          <w:p w:rsidR="00B354B2" w:rsidRPr="00CA6A43" w:rsidRDefault="007B7495" w:rsidP="007B7495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FFFF" w:themeColor="background1"/>
                <w:kern w:val="0"/>
                <w:sz w:val="20"/>
                <w:szCs w:val="21"/>
              </w:rPr>
            </w:pPr>
            <w:r w:rsidRPr="00CA6A43"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学校所在城市</w:t>
            </w:r>
          </w:p>
        </w:tc>
        <w:tc>
          <w:tcPr>
            <w:tcW w:w="3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noWrap/>
            <w:vAlign w:val="center"/>
            <w:hideMark/>
          </w:tcPr>
          <w:p w:rsidR="00B354B2" w:rsidRPr="00CA6A43" w:rsidRDefault="005B5AA3" w:rsidP="005B72E9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FFFF" w:themeColor="background1"/>
                <w:kern w:val="0"/>
                <w:sz w:val="20"/>
                <w:szCs w:val="21"/>
              </w:rPr>
            </w:pPr>
            <w:r w:rsidRPr="00CA6A43"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简历投递截止</w:t>
            </w:r>
            <w:r w:rsidR="00B354B2" w:rsidRPr="00CA6A43"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日期</w:t>
            </w:r>
            <w:r w:rsidR="003804E2" w:rsidRPr="00CA6A43"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及时间</w:t>
            </w:r>
          </w:p>
        </w:tc>
        <w:tc>
          <w:tcPr>
            <w:tcW w:w="3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noWrap/>
            <w:vAlign w:val="center"/>
            <w:hideMark/>
          </w:tcPr>
          <w:p w:rsidR="00B354B2" w:rsidRPr="00CA6A43" w:rsidRDefault="00B354B2" w:rsidP="005B72E9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FFFFFF" w:themeColor="background1"/>
                <w:kern w:val="0"/>
                <w:sz w:val="20"/>
                <w:szCs w:val="21"/>
              </w:rPr>
            </w:pPr>
            <w:r w:rsidRPr="00CA6A43"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测评</w:t>
            </w:r>
            <w:r w:rsidR="003804E2" w:rsidRPr="00CA6A43"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及面试</w:t>
            </w:r>
            <w:r w:rsidRPr="00CA6A43">
              <w:rPr>
                <w:rFonts w:ascii="黑体" w:eastAsia="黑体" w:hAnsi="黑体" w:cs="宋体" w:hint="eastAsia"/>
                <w:b/>
                <w:bCs/>
                <w:color w:val="FFFFFF" w:themeColor="background1"/>
                <w:kern w:val="0"/>
                <w:sz w:val="20"/>
                <w:szCs w:val="21"/>
              </w:rPr>
              <w:t>地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长春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9月15日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长春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威海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 xml:space="preserve">9月18日 </w:t>
            </w:r>
            <w:r w:rsidRPr="005B5AA3">
              <w:rPr>
                <w:rFonts w:ascii="方正兰亭黑_GBK" w:eastAsia="方正兰亭黑_GBK" w:hAnsi="宋体" w:cs="宋体" w:hint="eastAsia"/>
                <w:color w:val="FF0000"/>
                <w:kern w:val="0"/>
                <w:sz w:val="20"/>
              </w:rPr>
              <w:t>10:00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威海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哈尔滨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 xml:space="preserve">9月22日 </w:t>
            </w:r>
            <w:r w:rsidRPr="005B5AA3">
              <w:rPr>
                <w:rFonts w:ascii="方正兰亭黑_GBK" w:eastAsia="方正兰亭黑_GBK" w:hAnsi="宋体" w:cs="宋体" w:hint="eastAsia"/>
                <w:color w:val="FF0000"/>
                <w:kern w:val="0"/>
                <w:sz w:val="20"/>
              </w:rPr>
              <w:t>10:00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4E2" w:rsidRPr="00944A42" w:rsidRDefault="003804E2" w:rsidP="003804E2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哈尔滨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大连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 xml:space="preserve">9月23日 </w:t>
            </w:r>
            <w:r w:rsidRPr="005B5AA3">
              <w:rPr>
                <w:rFonts w:ascii="方正兰亭黑_GBK" w:eastAsia="方正兰亭黑_GBK" w:hAnsi="宋体" w:cs="宋体" w:hint="eastAsia"/>
                <w:color w:val="FF0000"/>
                <w:kern w:val="0"/>
                <w:sz w:val="20"/>
              </w:rPr>
              <w:t>10:00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4E2" w:rsidRPr="00944A42" w:rsidRDefault="003804E2" w:rsidP="003804E2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大连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沈阳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3804E2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10月8日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04E2" w:rsidRPr="00944A42" w:rsidRDefault="003804E2" w:rsidP="003804E2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沈阳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济南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10月9日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3804E2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济南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北京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 xml:space="preserve">10月16日 </w:t>
            </w:r>
            <w:r w:rsidRPr="005B5AA3">
              <w:rPr>
                <w:rFonts w:ascii="方正兰亭黑_GBK" w:eastAsia="方正兰亭黑_GBK" w:hAnsi="宋体" w:cs="宋体" w:hint="eastAsia"/>
                <w:color w:val="FF0000"/>
                <w:kern w:val="0"/>
                <w:sz w:val="20"/>
              </w:rPr>
              <w:t>20:00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AA3" w:rsidRPr="00944A42" w:rsidRDefault="005B5AA3" w:rsidP="005B5AA3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北京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长沙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10月20日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AA3" w:rsidRPr="00944A42" w:rsidRDefault="005B5AA3" w:rsidP="005B5AA3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长沙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武汉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10月21日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武汉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天津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10月22日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天津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重庆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10月29日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重庆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lastRenderedPageBreak/>
              <w:t>上海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10月31日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上海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西安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11月3日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西安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杭州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11月4日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杭州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徐州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11月5日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315B1D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 w:rsidRPr="00315B1D">
              <w:rPr>
                <w:rFonts w:ascii="方正兰亭黑_GBK" w:eastAsia="方正兰亭黑_GBK" w:hAnsi="宋体" w:cs="宋体" w:hint="eastAsia"/>
                <w:color w:val="FF0000"/>
                <w:kern w:val="0"/>
                <w:sz w:val="20"/>
              </w:rPr>
              <w:t>南京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合肥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11月6日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合肥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5B5AA3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南京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7B7495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11月10日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7B7495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南京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7B7495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广州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7B7495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11月12日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7B7495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广州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7B7495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成都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7B7495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11月13日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7B7495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成都</w:t>
            </w:r>
          </w:p>
        </w:tc>
      </w:tr>
      <w:tr w:rsidR="00B354B2" w:rsidRPr="00944A42" w:rsidTr="003804E2">
        <w:trPr>
          <w:trHeight w:val="31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7B7495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厦门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4B2" w:rsidRPr="00944A42" w:rsidRDefault="007B7495" w:rsidP="005B72E9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11月20日 12:00</w:t>
            </w:r>
          </w:p>
        </w:tc>
        <w:tc>
          <w:tcPr>
            <w:tcW w:w="3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495" w:rsidRPr="00944A42" w:rsidRDefault="007B7495" w:rsidP="007B7495">
            <w:pPr>
              <w:widowControl/>
              <w:jc w:val="center"/>
              <w:rPr>
                <w:rFonts w:ascii="方正兰亭黑_GBK" w:eastAsia="方正兰亭黑_GBK" w:hAnsi="宋体" w:cs="宋体"/>
                <w:kern w:val="0"/>
                <w:sz w:val="20"/>
              </w:rPr>
            </w:pPr>
            <w:r>
              <w:rPr>
                <w:rFonts w:ascii="方正兰亭黑_GBK" w:eastAsia="方正兰亭黑_GBK" w:hAnsi="宋体" w:cs="宋体" w:hint="eastAsia"/>
                <w:kern w:val="0"/>
                <w:sz w:val="20"/>
              </w:rPr>
              <w:t>厦门</w:t>
            </w:r>
          </w:p>
        </w:tc>
      </w:tr>
    </w:tbl>
    <w:p w:rsidR="00B354B2" w:rsidRDefault="00B354B2" w:rsidP="00557E2A">
      <w:pPr>
        <w:rPr>
          <w:rFonts w:ascii="黑体" w:eastAsia="黑体" w:hAnsi="黑体"/>
        </w:rPr>
      </w:pPr>
    </w:p>
    <w:p w:rsidR="00557E2A" w:rsidRPr="00730439" w:rsidRDefault="00072BF9" w:rsidP="00557E2A">
      <w:pPr>
        <w:rPr>
          <w:rFonts w:ascii="黑体" w:eastAsia="黑体" w:hAnsi="黑体"/>
        </w:rPr>
      </w:pPr>
      <w:r w:rsidRPr="00072BF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href="http://hr.faw-vw.com/" style="position:absolute;left:0;text-align:left;margin-left:202.65pt;margin-top:12.45pt;width:99.75pt;height:33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" o:button="t" fillcolor="#cfc" stroked="f">
            <v:fill o:detectmouseclick="t"/>
            <v:textbox>
              <w:txbxContent>
                <w:p w:rsidR="00557E2A" w:rsidRPr="00024DB6" w:rsidRDefault="00072BF9" w:rsidP="00557E2A">
                  <w:pPr>
                    <w:jc w:val="center"/>
                    <w:rPr>
                      <w:rFonts w:ascii="黑体" w:eastAsia="黑体" w:hAnsi="黑体"/>
                      <w:b/>
                      <w:color w:val="0000FF"/>
                      <w:sz w:val="28"/>
                      <w:szCs w:val="28"/>
                    </w:rPr>
                  </w:pPr>
                  <w:hyperlink r:id="rId9" w:history="1">
                    <w:r w:rsidR="00557E2A" w:rsidRPr="00024DB6">
                      <w:rPr>
                        <w:rStyle w:val="ad"/>
                        <w:rFonts w:ascii="黑体" w:eastAsia="黑体" w:hAnsi="黑体" w:hint="eastAsia"/>
                        <w:b/>
                        <w:sz w:val="28"/>
                        <w:szCs w:val="28"/>
                      </w:rPr>
                      <w:t>现在投递简历</w:t>
                    </w:r>
                  </w:hyperlink>
                </w:p>
              </w:txbxContent>
            </v:textbox>
          </v:shape>
        </w:pict>
      </w:r>
      <w:r w:rsidR="00557E2A" w:rsidRPr="00730439">
        <w:rPr>
          <w:rFonts w:ascii="黑体" w:eastAsia="黑体" w:hAnsi="黑体" w:hint="eastAsia"/>
          <w:szCs w:val="21"/>
        </w:rPr>
        <w:t>一汽</w:t>
      </w:r>
      <w:r w:rsidR="00557E2A" w:rsidRPr="00730439">
        <w:rPr>
          <w:rFonts w:ascii="黑体" w:eastAsia="黑体" w:hAnsi="黑体"/>
          <w:szCs w:val="21"/>
        </w:rPr>
        <w:t>-</w:t>
      </w:r>
      <w:r w:rsidR="00557E2A" w:rsidRPr="00730439">
        <w:rPr>
          <w:rFonts w:ascii="黑体" w:eastAsia="黑体" w:hAnsi="黑体" w:hint="eastAsia"/>
          <w:szCs w:val="21"/>
        </w:rPr>
        <w:t>大众真诚欢迎您的加入！</w:t>
      </w:r>
    </w:p>
    <w:p w:rsidR="00E70450" w:rsidRPr="00557E2A" w:rsidRDefault="00E70450" w:rsidP="00E70450">
      <w:pPr>
        <w:wordWrap w:val="0"/>
        <w:ind w:firstLineChars="1800" w:firstLine="5040"/>
        <w:jc w:val="right"/>
        <w:rPr>
          <w:rFonts w:ascii="Calibri" w:hAnsi="宋体"/>
          <w:sz w:val="28"/>
          <w:szCs w:val="28"/>
        </w:rPr>
      </w:pPr>
    </w:p>
    <w:sectPr w:rsidR="00E70450" w:rsidRPr="00557E2A" w:rsidSect="00CA6A43">
      <w:headerReference w:type="default" r:id="rId10"/>
      <w:footerReference w:type="default" r:id="rId11"/>
      <w:pgSz w:w="11906" w:h="16838"/>
      <w:pgMar w:top="986" w:right="986" w:bottom="986" w:left="986" w:header="1587" w:footer="1134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87F" w:rsidRDefault="00E9687F">
      <w:r>
        <w:separator/>
      </w:r>
    </w:p>
  </w:endnote>
  <w:endnote w:type="continuationSeparator" w:id="1">
    <w:p w:rsidR="00E9687F" w:rsidRDefault="00E96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兰亭黑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koda Pro">
    <w:altName w:val="Times New Roman"/>
    <w:charset w:val="00"/>
    <w:family w:val="auto"/>
    <w:pitch w:val="variable"/>
    <w:sig w:usb0="00000001" w:usb1="4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4BC" w:rsidRPr="007C3FB5" w:rsidRDefault="000604BC" w:rsidP="00970FC3">
    <w:pPr>
      <w:pStyle w:val="a6"/>
      <w:spacing w:beforeLines="10"/>
      <w:rPr>
        <w:rFonts w:ascii="Skoda Pro" w:hAnsi="Skoda Pro" w:cs="Arial"/>
        <w:color w:val="7F7F7F"/>
        <w:sz w:val="14"/>
        <w:szCs w:val="14"/>
      </w:rPr>
    </w:pPr>
  </w:p>
  <w:p w:rsidR="000604BC" w:rsidRPr="00DD2824" w:rsidRDefault="000604BC" w:rsidP="00970FC3">
    <w:pPr>
      <w:pStyle w:val="a6"/>
      <w:spacing w:beforeLines="10"/>
      <w:rPr>
        <w:rFonts w:ascii="Arial" w:hAnsi="Arial" w:cs="Arial"/>
        <w:color w:val="7F7F7F"/>
        <w:sz w:val="14"/>
        <w:szCs w:val="14"/>
      </w:rPr>
    </w:pPr>
    <w:r w:rsidRPr="007C3FB5">
      <w:rPr>
        <w:rFonts w:ascii="Skoda Pro" w:hAnsi="Skoda Pro" w:cs="Arial" w:hint="eastAsia"/>
        <w:color w:val="7F7F7F"/>
        <w:sz w:val="14"/>
        <w:szCs w:val="14"/>
      </w:rPr>
      <w:t>一汽</w:t>
    </w:r>
    <w:r w:rsidRPr="007C3FB5">
      <w:rPr>
        <w:rFonts w:ascii="Skoda Pro" w:hAnsi="Skoda Pro" w:cs="Arial" w:hint="eastAsia"/>
        <w:color w:val="7F7F7F"/>
        <w:sz w:val="14"/>
        <w:szCs w:val="14"/>
      </w:rPr>
      <w:t>-</w:t>
    </w:r>
    <w:r w:rsidRPr="007C3FB5">
      <w:rPr>
        <w:rFonts w:ascii="Skoda Pro" w:hAnsi="Skoda Pro" w:cs="Arial" w:hint="eastAsia"/>
        <w:color w:val="7F7F7F"/>
        <w:sz w:val="14"/>
        <w:szCs w:val="14"/>
      </w:rPr>
      <w:t>大众</w:t>
    </w:r>
    <w:r w:rsidRPr="00DD2824">
      <w:rPr>
        <w:rFonts w:ascii="Skoda Pro" w:hAnsi="Skoda Pro" w:cs="Arial" w:hint="eastAsia"/>
        <w:color w:val="7F7F7F"/>
        <w:sz w:val="14"/>
        <w:szCs w:val="14"/>
      </w:rPr>
      <w:t>汽</w:t>
    </w:r>
    <w:r w:rsidRPr="007C3FB5">
      <w:rPr>
        <w:rFonts w:ascii="Skoda Pro" w:hAnsi="Skoda Pro" w:cs="Arial" w:hint="eastAsia"/>
        <w:color w:val="7F7F7F"/>
        <w:sz w:val="14"/>
        <w:szCs w:val="14"/>
      </w:rPr>
      <w:t>车有</w:t>
    </w:r>
    <w:r w:rsidRPr="00DD2824">
      <w:rPr>
        <w:rFonts w:ascii="Skoda Pro" w:hAnsi="Skoda Pro" w:cs="Arial" w:hint="eastAsia"/>
        <w:color w:val="7F7F7F"/>
        <w:sz w:val="14"/>
        <w:szCs w:val="14"/>
      </w:rPr>
      <w:t>限公司</w:t>
    </w:r>
    <w:r w:rsidRPr="00DD2824">
      <w:rPr>
        <w:rFonts w:ascii="Skoda Pro" w:hAnsi="Skoda Pro" w:cs="Arial"/>
        <w:color w:val="7F7F7F"/>
        <w:sz w:val="14"/>
        <w:szCs w:val="14"/>
      </w:rPr>
      <w:t xml:space="preserve"> |</w:t>
    </w:r>
    <w:r w:rsidRPr="00DD2824">
      <w:rPr>
        <w:rFonts w:ascii="Skoda Pro" w:hAnsi="Skoda Pro" w:cs="Arial" w:hint="eastAsia"/>
        <w:color w:val="7F7F7F"/>
        <w:sz w:val="14"/>
        <w:szCs w:val="14"/>
      </w:rPr>
      <w:t>中国长春安庆路</w:t>
    </w:r>
    <w:r w:rsidRPr="00DD2824">
      <w:rPr>
        <w:rFonts w:ascii="Skoda Pro" w:hAnsi="Skoda Pro" w:cs="Arial" w:hint="eastAsia"/>
        <w:color w:val="7F7F7F"/>
        <w:sz w:val="14"/>
        <w:szCs w:val="14"/>
      </w:rPr>
      <w:t>5</w:t>
    </w:r>
    <w:r w:rsidRPr="00DD2824">
      <w:rPr>
        <w:rFonts w:ascii="Skoda Pro" w:hAnsi="Skoda Pro" w:cs="Arial" w:hint="eastAsia"/>
        <w:color w:val="7F7F7F"/>
        <w:sz w:val="14"/>
        <w:szCs w:val="14"/>
      </w:rPr>
      <w:t>号</w:t>
    </w:r>
    <w:r w:rsidRPr="00DD2824">
      <w:rPr>
        <w:rFonts w:ascii="Skoda Pro" w:hAnsi="Skoda Pro" w:cs="Arial"/>
        <w:color w:val="7F7F7F"/>
        <w:sz w:val="14"/>
        <w:szCs w:val="14"/>
      </w:rPr>
      <w:t xml:space="preserve">| </w:t>
    </w:r>
    <w:r w:rsidRPr="00DD2824">
      <w:rPr>
        <w:rFonts w:ascii="Skoda Pro" w:hAnsi="Skoda Pro" w:cs="Arial"/>
        <w:color w:val="7F7F7F"/>
        <w:sz w:val="14"/>
        <w:szCs w:val="14"/>
      </w:rPr>
      <w:t>邮编：</w:t>
    </w:r>
    <w:r w:rsidRPr="00DD2824">
      <w:rPr>
        <w:rFonts w:ascii="Arial" w:hAnsi="Arial" w:cs="Arial"/>
        <w:color w:val="7F7F7F"/>
        <w:sz w:val="14"/>
        <w:szCs w:val="14"/>
      </w:rPr>
      <w:t>130011</w:t>
    </w:r>
  </w:p>
  <w:p w:rsidR="000604BC" w:rsidRPr="00DD2824" w:rsidRDefault="00072BF9" w:rsidP="00970FC3">
    <w:pPr>
      <w:pStyle w:val="a6"/>
      <w:spacing w:beforeLines="10"/>
      <w:rPr>
        <w:rFonts w:ascii="Skoda Pro" w:hAnsi="Skoda Pro" w:cs="Arial"/>
        <w:color w:val="7F7F7F"/>
        <w:sz w:val="14"/>
        <w:szCs w:val="14"/>
      </w:rPr>
    </w:pPr>
    <w:r>
      <w:rPr>
        <w:rFonts w:ascii="Skoda Pro" w:hAnsi="Skoda Pro" w:cs="Arial"/>
        <w:noProof/>
        <w:color w:val="7F7F7F"/>
        <w:sz w:val="14"/>
        <w:szCs w:val="1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7" type="#_x0000_t202" style="position:absolute;margin-left:456.5pt;margin-top:23.15pt;width:36pt;height:2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cEvggIAABU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" stroked="f">
          <v:textbox>
            <w:txbxContent>
              <w:p w:rsidR="000604BC" w:rsidRDefault="00072BF9" w:rsidP="002E3029">
                <w:r w:rsidRPr="001A6DF5">
                  <w:rPr>
                    <w:rFonts w:ascii="Arial" w:eastAsia="Arial Unicode MS" w:hAnsi="Arial" w:cs="Arial"/>
                    <w:color w:val="7F7F7F"/>
                    <w:kern w:val="0"/>
                    <w:sz w:val="16"/>
                    <w:szCs w:val="16"/>
                  </w:rPr>
                  <w:fldChar w:fldCharType="begin"/>
                </w:r>
                <w:r w:rsidR="000604BC" w:rsidRPr="001A6DF5">
                  <w:rPr>
                    <w:rFonts w:ascii="Arial" w:eastAsia="Arial Unicode MS" w:hAnsi="Arial" w:cs="Arial"/>
                    <w:color w:val="7F7F7F"/>
                    <w:kern w:val="0"/>
                    <w:sz w:val="16"/>
                    <w:szCs w:val="16"/>
                  </w:rPr>
                  <w:instrText xml:space="preserve"> PAGE </w:instrText>
                </w:r>
                <w:r w:rsidRPr="001A6DF5">
                  <w:rPr>
                    <w:rFonts w:ascii="Arial" w:eastAsia="Arial Unicode MS" w:hAnsi="Arial" w:cs="Arial"/>
                    <w:color w:val="7F7F7F"/>
                    <w:kern w:val="0"/>
                    <w:sz w:val="16"/>
                    <w:szCs w:val="16"/>
                  </w:rPr>
                  <w:fldChar w:fldCharType="separate"/>
                </w:r>
                <w:r w:rsidR="007267AD">
                  <w:rPr>
                    <w:rFonts w:ascii="Arial" w:eastAsia="Arial Unicode MS" w:hAnsi="Arial" w:cs="Arial"/>
                    <w:noProof/>
                    <w:color w:val="7F7F7F"/>
                    <w:kern w:val="0"/>
                    <w:sz w:val="16"/>
                    <w:szCs w:val="16"/>
                  </w:rPr>
                  <w:t>2</w:t>
                </w:r>
                <w:r w:rsidRPr="001A6DF5">
                  <w:rPr>
                    <w:rFonts w:ascii="Arial" w:eastAsia="Arial Unicode MS" w:hAnsi="Arial" w:cs="Arial"/>
                    <w:color w:val="7F7F7F"/>
                    <w:kern w:val="0"/>
                    <w:sz w:val="16"/>
                    <w:szCs w:val="16"/>
                  </w:rPr>
                  <w:fldChar w:fldCharType="end"/>
                </w:r>
                <w:r w:rsidR="000604BC" w:rsidRPr="009B7054">
                  <w:rPr>
                    <w:rFonts w:ascii="Arial" w:eastAsia="Arial Unicode MS" w:hAnsi="Arial" w:cs="Arial"/>
                    <w:color w:val="7F7F7F"/>
                    <w:sz w:val="16"/>
                    <w:szCs w:val="16"/>
                  </w:rPr>
                  <w:t xml:space="preserve">/ </w:t>
                </w:r>
                <w:r w:rsidRPr="001A6DF5">
                  <w:rPr>
                    <w:rFonts w:ascii="Arial" w:eastAsia="Arial Unicode MS" w:hAnsi="Arial" w:cs="Arial"/>
                    <w:color w:val="7F7F7F"/>
                    <w:sz w:val="16"/>
                    <w:szCs w:val="16"/>
                  </w:rPr>
                  <w:fldChar w:fldCharType="begin"/>
                </w:r>
                <w:r w:rsidR="000604BC" w:rsidRPr="001A6DF5">
                  <w:rPr>
                    <w:rFonts w:ascii="Arial" w:eastAsia="Arial Unicode MS" w:hAnsi="Arial" w:cs="Arial"/>
                    <w:color w:val="7F7F7F"/>
                    <w:sz w:val="16"/>
                    <w:szCs w:val="16"/>
                  </w:rPr>
                  <w:instrText xml:space="preserve"> NUMPAGES  </w:instrText>
                </w:r>
                <w:r w:rsidRPr="001A6DF5">
                  <w:rPr>
                    <w:rFonts w:ascii="Arial" w:eastAsia="Arial Unicode MS" w:hAnsi="Arial" w:cs="Arial"/>
                    <w:color w:val="7F7F7F"/>
                    <w:sz w:val="16"/>
                    <w:szCs w:val="16"/>
                  </w:rPr>
                  <w:fldChar w:fldCharType="separate"/>
                </w:r>
                <w:r w:rsidR="007267AD">
                  <w:rPr>
                    <w:rFonts w:ascii="Arial" w:eastAsia="Arial Unicode MS" w:hAnsi="Arial" w:cs="Arial"/>
                    <w:noProof/>
                    <w:color w:val="7F7F7F"/>
                    <w:sz w:val="16"/>
                    <w:szCs w:val="16"/>
                  </w:rPr>
                  <w:t>4</w:t>
                </w:r>
                <w:r w:rsidRPr="001A6DF5">
                  <w:rPr>
                    <w:rFonts w:ascii="Arial" w:eastAsia="Arial Unicode MS" w:hAnsi="Arial" w:cs="Arial"/>
                    <w:color w:val="7F7F7F"/>
                    <w:sz w:val="16"/>
                    <w:szCs w:val="16"/>
                  </w:rPr>
                  <w:fldChar w:fldCharType="end"/>
                </w:r>
              </w:p>
            </w:txbxContent>
          </v:textbox>
        </v:shape>
      </w:pict>
    </w:r>
    <w:r w:rsidR="000604BC" w:rsidRPr="00DD2824">
      <w:rPr>
        <w:rFonts w:ascii="Skoda Pro" w:hAnsi="Skoda Pro" w:cs="Arial"/>
        <w:color w:val="7F7F7F"/>
        <w:sz w:val="14"/>
        <w:szCs w:val="14"/>
      </w:rPr>
      <w:t>电话：</w:t>
    </w:r>
    <w:r w:rsidR="000604BC" w:rsidRPr="00DD2824">
      <w:rPr>
        <w:rFonts w:ascii="Arial" w:hAnsi="Arial" w:cs="Arial"/>
        <w:color w:val="7F7F7F"/>
        <w:sz w:val="14"/>
        <w:szCs w:val="14"/>
      </w:rPr>
      <w:t>+ 86 431 8599 0114</w:t>
    </w:r>
    <w:r w:rsidR="000604BC" w:rsidRPr="00DD2824">
      <w:rPr>
        <w:rFonts w:ascii="Skoda Pro" w:hAnsi="Skoda Pro" w:cs="Arial"/>
        <w:color w:val="7F7F7F"/>
        <w:sz w:val="14"/>
        <w:szCs w:val="14"/>
      </w:rPr>
      <w:t xml:space="preserve"> | </w:t>
    </w:r>
    <w:r w:rsidR="000604BC" w:rsidRPr="00DD2824">
      <w:rPr>
        <w:rFonts w:ascii="Skoda Pro" w:hAnsi="Skoda Pro" w:cs="Arial"/>
        <w:color w:val="7F7F7F"/>
        <w:sz w:val="14"/>
        <w:szCs w:val="14"/>
      </w:rPr>
      <w:t>传真：</w:t>
    </w:r>
    <w:r w:rsidR="000604BC" w:rsidRPr="00DD2824">
      <w:rPr>
        <w:rFonts w:ascii="Arial" w:hAnsi="Arial" w:cs="Arial"/>
        <w:color w:val="7F7F7F"/>
        <w:sz w:val="14"/>
        <w:szCs w:val="14"/>
      </w:rPr>
      <w:t>+ 86 431 8599 0130 | www.faw-vw.com</w:t>
    </w:r>
  </w:p>
  <w:p w:rsidR="000604BC" w:rsidRPr="00DD2824" w:rsidRDefault="000604BC" w:rsidP="00970FC3">
    <w:pPr>
      <w:pStyle w:val="a6"/>
      <w:spacing w:beforeLines="50"/>
      <w:rPr>
        <w:rFonts w:ascii="Arial" w:hAnsi="Arial" w:cs="Arial"/>
        <w:color w:val="7F7F7F"/>
        <w:sz w:val="14"/>
        <w:szCs w:val="14"/>
      </w:rPr>
    </w:pPr>
    <w:r>
      <w:rPr>
        <w:rFonts w:ascii="Arial" w:hAnsi="Arial" w:cs="Arial" w:hint="eastAsia"/>
        <w:color w:val="7F7F7F"/>
        <w:sz w:val="14"/>
        <w:szCs w:val="14"/>
      </w:rPr>
      <w:t>FAW-Volkswagen Automotive CO., LTD.</w:t>
    </w:r>
    <w:r>
      <w:rPr>
        <w:rFonts w:ascii="Arial" w:hAnsi="Arial" w:cs="Arial"/>
        <w:color w:val="7F7F7F"/>
        <w:sz w:val="14"/>
        <w:szCs w:val="14"/>
      </w:rPr>
      <w:t xml:space="preserve"> |No.</w:t>
    </w:r>
    <w:r>
      <w:rPr>
        <w:rFonts w:ascii="Arial" w:hAnsi="Arial" w:cs="Arial" w:hint="eastAsia"/>
        <w:color w:val="7F7F7F"/>
        <w:sz w:val="14"/>
        <w:szCs w:val="14"/>
      </w:rPr>
      <w:t xml:space="preserve">5 </w:t>
    </w:r>
    <w:r w:rsidRPr="00DD2824">
      <w:rPr>
        <w:rFonts w:ascii="Arial" w:hAnsi="Arial" w:cs="Arial"/>
        <w:color w:val="7F7F7F"/>
        <w:sz w:val="14"/>
        <w:szCs w:val="14"/>
      </w:rPr>
      <w:t xml:space="preserve">| </w:t>
    </w:r>
    <w:r>
      <w:rPr>
        <w:rFonts w:ascii="Arial" w:hAnsi="Arial" w:cs="Arial" w:hint="eastAsia"/>
        <w:color w:val="7F7F7F"/>
        <w:sz w:val="14"/>
        <w:szCs w:val="14"/>
      </w:rPr>
      <w:t>A</w:t>
    </w:r>
    <w:r w:rsidRPr="00DD2824">
      <w:rPr>
        <w:rFonts w:ascii="Arial" w:hAnsi="Arial" w:cs="Arial"/>
        <w:color w:val="7F7F7F"/>
        <w:sz w:val="14"/>
        <w:szCs w:val="14"/>
      </w:rPr>
      <w:t>n</w:t>
    </w:r>
    <w:r>
      <w:rPr>
        <w:rFonts w:ascii="Arial" w:hAnsi="Arial" w:cs="Arial" w:hint="eastAsia"/>
        <w:color w:val="7F7F7F"/>
        <w:sz w:val="14"/>
        <w:szCs w:val="14"/>
      </w:rPr>
      <w:t>qing</w:t>
    </w:r>
    <w:r>
      <w:rPr>
        <w:rFonts w:ascii="Arial" w:hAnsi="Arial" w:cs="Arial"/>
        <w:color w:val="7F7F7F"/>
        <w:sz w:val="14"/>
        <w:szCs w:val="14"/>
      </w:rPr>
      <w:t xml:space="preserve"> Road | </w:t>
    </w:r>
    <w:r>
      <w:rPr>
        <w:rFonts w:ascii="Arial" w:hAnsi="Arial" w:cs="Arial" w:hint="eastAsia"/>
        <w:color w:val="7F7F7F"/>
        <w:sz w:val="14"/>
        <w:szCs w:val="14"/>
      </w:rPr>
      <w:t>Changchun</w:t>
    </w:r>
    <w:r>
      <w:rPr>
        <w:rFonts w:ascii="Arial" w:hAnsi="Arial" w:cs="Arial"/>
        <w:color w:val="7F7F7F"/>
        <w:sz w:val="14"/>
        <w:szCs w:val="14"/>
      </w:rPr>
      <w:t xml:space="preserve"> | </w:t>
    </w:r>
    <w:r>
      <w:rPr>
        <w:rFonts w:ascii="Arial" w:hAnsi="Arial" w:cs="Arial" w:hint="eastAsia"/>
        <w:color w:val="7F7F7F"/>
        <w:sz w:val="14"/>
        <w:szCs w:val="14"/>
      </w:rPr>
      <w:t xml:space="preserve">P.C. </w:t>
    </w:r>
    <w:r>
      <w:rPr>
        <w:rFonts w:ascii="Arial" w:hAnsi="Arial" w:cs="Arial"/>
        <w:color w:val="7F7F7F"/>
        <w:sz w:val="14"/>
        <w:szCs w:val="14"/>
      </w:rPr>
      <w:t>1</w:t>
    </w:r>
    <w:r>
      <w:rPr>
        <w:rFonts w:ascii="Arial" w:hAnsi="Arial" w:cs="Arial" w:hint="eastAsia"/>
        <w:color w:val="7F7F7F"/>
        <w:sz w:val="14"/>
        <w:szCs w:val="14"/>
      </w:rPr>
      <w:t>30011</w:t>
    </w:r>
  </w:p>
  <w:p w:rsidR="000604BC" w:rsidRPr="009B2BCC" w:rsidRDefault="000604BC" w:rsidP="00970FC3">
    <w:pPr>
      <w:pStyle w:val="a6"/>
      <w:spacing w:beforeLines="10"/>
      <w:rPr>
        <w:rFonts w:ascii="Arial" w:hAnsi="Arial" w:cs="Arial"/>
        <w:color w:val="7F7F7F"/>
        <w:sz w:val="14"/>
        <w:szCs w:val="14"/>
        <w:lang w:val="de-DE"/>
      </w:rPr>
    </w:pPr>
    <w:r w:rsidRPr="009B2BCC">
      <w:rPr>
        <w:rFonts w:ascii="Arial" w:hAnsi="Arial" w:cs="Arial"/>
        <w:color w:val="7F7F7F"/>
        <w:sz w:val="14"/>
        <w:szCs w:val="14"/>
        <w:lang w:val="de-DE"/>
      </w:rPr>
      <w:t>T + 86 431 8599 0114 | F + 86 431 8599 0130 |</w:t>
    </w:r>
    <w:r w:rsidRPr="009B2BCC">
      <w:rPr>
        <w:rFonts w:ascii="Arial" w:hAnsi="Arial" w:cs="Arial" w:hint="eastAsia"/>
        <w:color w:val="7F7F7F"/>
        <w:sz w:val="14"/>
        <w:szCs w:val="14"/>
        <w:lang w:val="de-DE"/>
      </w:rPr>
      <w:t xml:space="preserve"> www.faw-vw.com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87F" w:rsidRDefault="00E9687F">
      <w:r>
        <w:separator/>
      </w:r>
    </w:p>
  </w:footnote>
  <w:footnote w:type="continuationSeparator" w:id="1">
    <w:p w:rsidR="00E9687F" w:rsidRDefault="00E968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4BC" w:rsidRDefault="00072BF9">
    <w:pPr>
      <w:pStyle w:val="ac"/>
      <w:pBdr>
        <w:bottom w:val="none" w:sz="0" w:space="0" w:color="auto"/>
      </w:pBdr>
      <w:tabs>
        <w:tab w:val="clear" w:pos="8306"/>
        <w:tab w:val="right" w:pos="8364"/>
      </w:tabs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8" type="#_x0000_t202" style="position:absolute;left:0;text-align:left;margin-left:408.35pt;margin-top:-50.15pt;width:84.95pt;height:62.95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" stroked="f">
          <v:textbox style="mso-fit-shape-to-text:t">
            <w:txbxContent>
              <w:p w:rsidR="000604BC" w:rsidRDefault="00557E2A">
                <w:r>
                  <w:rPr>
                    <w:noProof/>
                  </w:rPr>
                  <w:drawing>
                    <wp:inline distT="0" distB="0" distL="0" distR="0">
                      <wp:extent cx="897890" cy="710565"/>
                      <wp:effectExtent l="0" t="0" r="0" b="0"/>
                      <wp:docPr id="5" name="图片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图片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 l="17764" t="49321" r="48804" b="1766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97890" cy="710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765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6DD"/>
    <w:rsid w:val="00020C8C"/>
    <w:rsid w:val="000272F3"/>
    <w:rsid w:val="00036309"/>
    <w:rsid w:val="000604BC"/>
    <w:rsid w:val="000618B3"/>
    <w:rsid w:val="00072BF9"/>
    <w:rsid w:val="000C05EB"/>
    <w:rsid w:val="000E1162"/>
    <w:rsid w:val="00116737"/>
    <w:rsid w:val="00131CBE"/>
    <w:rsid w:val="0015219B"/>
    <w:rsid w:val="00172A27"/>
    <w:rsid w:val="00183D0A"/>
    <w:rsid w:val="001B532C"/>
    <w:rsid w:val="001C623E"/>
    <w:rsid w:val="001D0B56"/>
    <w:rsid w:val="001F2104"/>
    <w:rsid w:val="00207328"/>
    <w:rsid w:val="002124CF"/>
    <w:rsid w:val="00212521"/>
    <w:rsid w:val="00217709"/>
    <w:rsid w:val="002215CA"/>
    <w:rsid w:val="00236A71"/>
    <w:rsid w:val="00295635"/>
    <w:rsid w:val="002A5942"/>
    <w:rsid w:val="002D750A"/>
    <w:rsid w:val="002E3029"/>
    <w:rsid w:val="002E35B2"/>
    <w:rsid w:val="002E42B4"/>
    <w:rsid w:val="00305922"/>
    <w:rsid w:val="00310D92"/>
    <w:rsid w:val="00315B1D"/>
    <w:rsid w:val="003200F8"/>
    <w:rsid w:val="0032276A"/>
    <w:rsid w:val="00332B54"/>
    <w:rsid w:val="003628A4"/>
    <w:rsid w:val="003804E2"/>
    <w:rsid w:val="00385F53"/>
    <w:rsid w:val="003A52A4"/>
    <w:rsid w:val="003C0805"/>
    <w:rsid w:val="003C1053"/>
    <w:rsid w:val="003E4260"/>
    <w:rsid w:val="00421E6C"/>
    <w:rsid w:val="00431EB8"/>
    <w:rsid w:val="004554C1"/>
    <w:rsid w:val="00471EFC"/>
    <w:rsid w:val="004B0EA5"/>
    <w:rsid w:val="004B62B3"/>
    <w:rsid w:val="004E1660"/>
    <w:rsid w:val="004F6748"/>
    <w:rsid w:val="00504651"/>
    <w:rsid w:val="00513AEF"/>
    <w:rsid w:val="00517734"/>
    <w:rsid w:val="005541DC"/>
    <w:rsid w:val="00557E2A"/>
    <w:rsid w:val="005912DD"/>
    <w:rsid w:val="005B5AA3"/>
    <w:rsid w:val="005D657B"/>
    <w:rsid w:val="005F1BE1"/>
    <w:rsid w:val="006313FC"/>
    <w:rsid w:val="00646948"/>
    <w:rsid w:val="006625A2"/>
    <w:rsid w:val="00672305"/>
    <w:rsid w:val="0068224A"/>
    <w:rsid w:val="00684382"/>
    <w:rsid w:val="006B7D22"/>
    <w:rsid w:val="006D35E0"/>
    <w:rsid w:val="006E0837"/>
    <w:rsid w:val="00713D2A"/>
    <w:rsid w:val="007157A3"/>
    <w:rsid w:val="007267AD"/>
    <w:rsid w:val="007371FC"/>
    <w:rsid w:val="007608D8"/>
    <w:rsid w:val="007627FC"/>
    <w:rsid w:val="007B7495"/>
    <w:rsid w:val="007C3FB5"/>
    <w:rsid w:val="007D7968"/>
    <w:rsid w:val="008064C9"/>
    <w:rsid w:val="00821441"/>
    <w:rsid w:val="008220FC"/>
    <w:rsid w:val="00825895"/>
    <w:rsid w:val="008309C2"/>
    <w:rsid w:val="00891B2B"/>
    <w:rsid w:val="008949CF"/>
    <w:rsid w:val="008A7A66"/>
    <w:rsid w:val="008B28B5"/>
    <w:rsid w:val="008D49F4"/>
    <w:rsid w:val="008D5232"/>
    <w:rsid w:val="008E34F2"/>
    <w:rsid w:val="008E5F37"/>
    <w:rsid w:val="008F172F"/>
    <w:rsid w:val="008F2414"/>
    <w:rsid w:val="008F636A"/>
    <w:rsid w:val="00906037"/>
    <w:rsid w:val="00933AA6"/>
    <w:rsid w:val="00936079"/>
    <w:rsid w:val="009416A3"/>
    <w:rsid w:val="00944A42"/>
    <w:rsid w:val="00970FC3"/>
    <w:rsid w:val="009762C4"/>
    <w:rsid w:val="009817BE"/>
    <w:rsid w:val="009A5CD1"/>
    <w:rsid w:val="009B2BCC"/>
    <w:rsid w:val="009C2987"/>
    <w:rsid w:val="00A10A9B"/>
    <w:rsid w:val="00A2742F"/>
    <w:rsid w:val="00A61C78"/>
    <w:rsid w:val="00A63EAD"/>
    <w:rsid w:val="00A70203"/>
    <w:rsid w:val="00A836C9"/>
    <w:rsid w:val="00A91429"/>
    <w:rsid w:val="00AA355B"/>
    <w:rsid w:val="00AE4F38"/>
    <w:rsid w:val="00B17F42"/>
    <w:rsid w:val="00B2380D"/>
    <w:rsid w:val="00B354B2"/>
    <w:rsid w:val="00B45147"/>
    <w:rsid w:val="00B61519"/>
    <w:rsid w:val="00B677D9"/>
    <w:rsid w:val="00B74DEF"/>
    <w:rsid w:val="00B90ED9"/>
    <w:rsid w:val="00BC4442"/>
    <w:rsid w:val="00BD362E"/>
    <w:rsid w:val="00BD4271"/>
    <w:rsid w:val="00BF0387"/>
    <w:rsid w:val="00C223BC"/>
    <w:rsid w:val="00C62B2A"/>
    <w:rsid w:val="00C76C15"/>
    <w:rsid w:val="00C90CAC"/>
    <w:rsid w:val="00CA6A43"/>
    <w:rsid w:val="00CB2360"/>
    <w:rsid w:val="00CD2F89"/>
    <w:rsid w:val="00CE15D1"/>
    <w:rsid w:val="00D02425"/>
    <w:rsid w:val="00D124D9"/>
    <w:rsid w:val="00D16604"/>
    <w:rsid w:val="00D32530"/>
    <w:rsid w:val="00D34877"/>
    <w:rsid w:val="00D536A8"/>
    <w:rsid w:val="00D62F74"/>
    <w:rsid w:val="00DD2824"/>
    <w:rsid w:val="00E54E0E"/>
    <w:rsid w:val="00E70450"/>
    <w:rsid w:val="00E9687F"/>
    <w:rsid w:val="00EC79CD"/>
    <w:rsid w:val="00ED21D8"/>
    <w:rsid w:val="00ED51E9"/>
    <w:rsid w:val="00ED5A51"/>
    <w:rsid w:val="00EE349C"/>
    <w:rsid w:val="00EE6D9A"/>
    <w:rsid w:val="00F02F9F"/>
    <w:rsid w:val="00F544A5"/>
    <w:rsid w:val="00F946D7"/>
    <w:rsid w:val="00FA526D"/>
    <w:rsid w:val="00FA628E"/>
    <w:rsid w:val="00FA68D3"/>
    <w:rsid w:val="00FB171F"/>
    <w:rsid w:val="00FE2922"/>
    <w:rsid w:val="00FE4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6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7045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4F674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Char"/>
    <w:uiPriority w:val="9"/>
    <w:qFormat/>
    <w:rsid w:val="004F6748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A7A66"/>
  </w:style>
  <w:style w:type="character" w:styleId="a4">
    <w:name w:val="Strong"/>
    <w:uiPriority w:val="22"/>
    <w:qFormat/>
    <w:rsid w:val="008A7A66"/>
    <w:rPr>
      <w:b/>
      <w:bCs/>
    </w:rPr>
  </w:style>
  <w:style w:type="character" w:customStyle="1" w:styleId="Char">
    <w:name w:val="正文文本缩进 Char"/>
    <w:link w:val="a5"/>
    <w:rsid w:val="008A7A66"/>
    <w:rPr>
      <w:kern w:val="2"/>
      <w:sz w:val="21"/>
      <w:szCs w:val="24"/>
    </w:rPr>
  </w:style>
  <w:style w:type="character" w:customStyle="1" w:styleId="Char0">
    <w:name w:val="页脚 Char"/>
    <w:link w:val="a6"/>
    <w:rsid w:val="008A7A66"/>
    <w:rPr>
      <w:kern w:val="2"/>
      <w:sz w:val="18"/>
      <w:szCs w:val="18"/>
    </w:rPr>
  </w:style>
  <w:style w:type="character" w:customStyle="1" w:styleId="Char1">
    <w:name w:val="批注框文本 Char"/>
    <w:link w:val="a7"/>
    <w:rsid w:val="008A7A66"/>
    <w:rPr>
      <w:kern w:val="2"/>
      <w:sz w:val="18"/>
      <w:szCs w:val="18"/>
    </w:rPr>
  </w:style>
  <w:style w:type="paragraph" w:styleId="a5">
    <w:name w:val="Body Text Indent"/>
    <w:basedOn w:val="a"/>
    <w:link w:val="Char"/>
    <w:rsid w:val="008A7A66"/>
    <w:pPr>
      <w:spacing w:after="120"/>
      <w:ind w:leftChars="200" w:left="420"/>
    </w:pPr>
  </w:style>
  <w:style w:type="paragraph" w:styleId="a8">
    <w:name w:val="List Paragraph"/>
    <w:basedOn w:val="a"/>
    <w:qFormat/>
    <w:rsid w:val="008A7A66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1"/>
    <w:rsid w:val="008A7A66"/>
    <w:rPr>
      <w:sz w:val="18"/>
      <w:szCs w:val="18"/>
    </w:rPr>
  </w:style>
  <w:style w:type="paragraph" w:customStyle="1" w:styleId="10">
    <w:name w:val="样式1"/>
    <w:basedOn w:val="a6"/>
    <w:rsid w:val="008A7A66"/>
    <w:pPr>
      <w:ind w:leftChars="-428" w:left="-899" w:rightChars="-416" w:right="-874" w:firstLineChars="257" w:firstLine="540"/>
    </w:pPr>
  </w:style>
  <w:style w:type="paragraph" w:styleId="a9">
    <w:name w:val="Body Text"/>
    <w:basedOn w:val="a"/>
    <w:rsid w:val="008A7A66"/>
    <w:pPr>
      <w:spacing w:line="360" w:lineRule="auto"/>
    </w:pPr>
    <w:rPr>
      <w:rFonts w:ascii="宋体" w:hAnsi="宋体"/>
      <w:color w:val="0000FF"/>
      <w:szCs w:val="21"/>
    </w:rPr>
  </w:style>
  <w:style w:type="paragraph" w:styleId="a6">
    <w:name w:val="footer"/>
    <w:basedOn w:val="a"/>
    <w:link w:val="Char0"/>
    <w:rsid w:val="008A7A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a">
    <w:name w:val="样式 右"/>
    <w:basedOn w:val="a"/>
    <w:rsid w:val="008A7A66"/>
    <w:pPr>
      <w:ind w:leftChars="-428" w:left="-899" w:rightChars="-416" w:right="-874" w:firstLineChars="257" w:firstLine="540"/>
      <w:jc w:val="right"/>
    </w:pPr>
    <w:rPr>
      <w:rFonts w:cs="宋体"/>
      <w:szCs w:val="20"/>
    </w:rPr>
  </w:style>
  <w:style w:type="paragraph" w:styleId="ab">
    <w:name w:val="Normal (Web)"/>
    <w:basedOn w:val="a"/>
    <w:uiPriority w:val="99"/>
    <w:rsid w:val="008A7A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header"/>
    <w:basedOn w:val="a"/>
    <w:rsid w:val="008A7A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Hyperlink"/>
    <w:uiPriority w:val="99"/>
    <w:unhideWhenUsed/>
    <w:rsid w:val="001B532C"/>
    <w:rPr>
      <w:color w:val="0000FF"/>
      <w:u w:val="single"/>
    </w:rPr>
  </w:style>
  <w:style w:type="paragraph" w:styleId="20">
    <w:name w:val="Body Text First Indent 2"/>
    <w:basedOn w:val="a5"/>
    <w:link w:val="2Char0"/>
    <w:uiPriority w:val="99"/>
    <w:semiHidden/>
    <w:unhideWhenUsed/>
    <w:rsid w:val="004F6748"/>
    <w:pPr>
      <w:ind w:firstLineChars="200" w:firstLine="420"/>
    </w:pPr>
  </w:style>
  <w:style w:type="character" w:customStyle="1" w:styleId="2Char0">
    <w:name w:val="正文首行缩进 2 Char"/>
    <w:basedOn w:val="Char"/>
    <w:link w:val="20"/>
    <w:uiPriority w:val="99"/>
    <w:semiHidden/>
    <w:rsid w:val="004F6748"/>
    <w:rPr>
      <w:kern w:val="2"/>
      <w:sz w:val="21"/>
      <w:szCs w:val="24"/>
    </w:rPr>
  </w:style>
  <w:style w:type="character" w:customStyle="1" w:styleId="2Char">
    <w:name w:val="标题 2 Char"/>
    <w:link w:val="2"/>
    <w:uiPriority w:val="9"/>
    <w:rsid w:val="004F6748"/>
    <w:rPr>
      <w:rFonts w:ascii="宋体" w:hAnsi="宋体" w:cs="宋体"/>
      <w:b/>
      <w:bCs/>
      <w:sz w:val="36"/>
      <w:szCs w:val="36"/>
    </w:rPr>
  </w:style>
  <w:style w:type="character" w:customStyle="1" w:styleId="4Char">
    <w:name w:val="标题 4 Char"/>
    <w:link w:val="4"/>
    <w:uiPriority w:val="9"/>
    <w:rsid w:val="004F6748"/>
    <w:rPr>
      <w:rFonts w:ascii="宋体" w:hAnsi="宋体" w:cs="宋体"/>
      <w:b/>
      <w:bCs/>
      <w:sz w:val="24"/>
      <w:szCs w:val="24"/>
    </w:rPr>
  </w:style>
  <w:style w:type="paragraph" w:styleId="ae">
    <w:name w:val="Date"/>
    <w:basedOn w:val="a"/>
    <w:link w:val="Char2"/>
    <w:uiPriority w:val="99"/>
    <w:semiHidden/>
    <w:unhideWhenUsed/>
    <w:rsid w:val="004F674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2">
    <w:name w:val="日期 Char"/>
    <w:link w:val="ae"/>
    <w:uiPriority w:val="99"/>
    <w:semiHidden/>
    <w:rsid w:val="004F6748"/>
    <w:rPr>
      <w:rFonts w:ascii="宋体" w:hAnsi="宋体" w:cs="宋体"/>
      <w:sz w:val="24"/>
      <w:szCs w:val="24"/>
    </w:rPr>
  </w:style>
  <w:style w:type="character" w:customStyle="1" w:styleId="1Char">
    <w:name w:val="标题 1 Char"/>
    <w:link w:val="1"/>
    <w:uiPriority w:val="9"/>
    <w:rsid w:val="00E70450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7045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4F674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Char"/>
    <w:uiPriority w:val="9"/>
    <w:qFormat/>
    <w:rsid w:val="004F6748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Strong"/>
    <w:uiPriority w:val="22"/>
    <w:qFormat/>
    <w:rPr>
      <w:b/>
      <w:bCs/>
    </w:rPr>
  </w:style>
  <w:style w:type="character" w:customStyle="1" w:styleId="Char">
    <w:name w:val="正文文本缩进 Char"/>
    <w:link w:val="a5"/>
    <w:rPr>
      <w:kern w:val="2"/>
      <w:sz w:val="21"/>
      <w:szCs w:val="24"/>
    </w:rPr>
  </w:style>
  <w:style w:type="character" w:customStyle="1" w:styleId="Char0">
    <w:name w:val="页脚 Char"/>
    <w:link w:val="a6"/>
    <w:rPr>
      <w:kern w:val="2"/>
      <w:sz w:val="18"/>
      <w:szCs w:val="18"/>
    </w:rPr>
  </w:style>
  <w:style w:type="character" w:customStyle="1" w:styleId="Char1">
    <w:name w:val="批注框文本 Char"/>
    <w:link w:val="a7"/>
    <w:rPr>
      <w:kern w:val="2"/>
      <w:sz w:val="18"/>
      <w:szCs w:val="18"/>
    </w:rPr>
  </w:style>
  <w:style w:type="paragraph" w:styleId="a5">
    <w:name w:val="Body Text Indent"/>
    <w:basedOn w:val="a"/>
    <w:link w:val="Char"/>
    <w:pPr>
      <w:spacing w:after="120"/>
      <w:ind w:leftChars="200" w:left="420"/>
    </w:pPr>
    <w:rPr>
      <w:lang w:val="x-none" w:eastAsia="x-none"/>
    </w:rPr>
  </w:style>
  <w:style w:type="paragraph" w:styleId="a8">
    <w:name w:val="List Paragraph"/>
    <w:basedOn w:val="a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1"/>
    <w:rPr>
      <w:sz w:val="18"/>
      <w:szCs w:val="18"/>
      <w:lang w:val="x-none" w:eastAsia="x-none"/>
    </w:rPr>
  </w:style>
  <w:style w:type="paragraph" w:customStyle="1" w:styleId="10">
    <w:name w:val="样式1"/>
    <w:basedOn w:val="a6"/>
    <w:pPr>
      <w:ind w:leftChars="-428" w:left="-899" w:rightChars="-416" w:right="-874" w:firstLineChars="257" w:firstLine="540"/>
    </w:pPr>
  </w:style>
  <w:style w:type="paragraph" w:styleId="a9">
    <w:name w:val="Body Text"/>
    <w:basedOn w:val="a"/>
    <w:pPr>
      <w:spacing w:line="360" w:lineRule="auto"/>
    </w:pPr>
    <w:rPr>
      <w:rFonts w:ascii="宋体" w:hAnsi="宋体"/>
      <w:color w:val="0000FF"/>
      <w:szCs w:val="21"/>
    </w:rPr>
  </w:style>
  <w:style w:type="paragraph" w:styleId="a6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customStyle="1" w:styleId="aa">
    <w:name w:val="样式 右"/>
    <w:basedOn w:val="a"/>
    <w:pPr>
      <w:ind w:leftChars="-428" w:left="-899" w:rightChars="-416" w:right="-874" w:firstLineChars="257" w:firstLine="540"/>
      <w:jc w:val="right"/>
    </w:pPr>
    <w:rPr>
      <w:rFonts w:cs="宋体"/>
      <w:szCs w:val="20"/>
    </w:rPr>
  </w:style>
  <w:style w:type="paragraph" w:styleId="a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Hyperlink"/>
    <w:uiPriority w:val="99"/>
    <w:unhideWhenUsed/>
    <w:rsid w:val="001B532C"/>
    <w:rPr>
      <w:color w:val="0000FF"/>
      <w:u w:val="single"/>
    </w:rPr>
  </w:style>
  <w:style w:type="paragraph" w:styleId="20">
    <w:name w:val="Body Text First Indent 2"/>
    <w:basedOn w:val="a5"/>
    <w:link w:val="2Char0"/>
    <w:uiPriority w:val="99"/>
    <w:semiHidden/>
    <w:unhideWhenUsed/>
    <w:rsid w:val="004F6748"/>
    <w:pPr>
      <w:ind w:firstLineChars="200" w:firstLine="420"/>
    </w:pPr>
    <w:rPr>
      <w:lang w:val="en-US" w:eastAsia="zh-CN"/>
    </w:rPr>
  </w:style>
  <w:style w:type="character" w:customStyle="1" w:styleId="2Char0">
    <w:name w:val="正文首行缩进 2 Char"/>
    <w:basedOn w:val="Char"/>
    <w:link w:val="20"/>
    <w:uiPriority w:val="99"/>
    <w:semiHidden/>
    <w:rsid w:val="004F6748"/>
    <w:rPr>
      <w:kern w:val="2"/>
      <w:sz w:val="21"/>
      <w:szCs w:val="24"/>
    </w:rPr>
  </w:style>
  <w:style w:type="character" w:customStyle="1" w:styleId="2Char">
    <w:name w:val="标题 2 Char"/>
    <w:link w:val="2"/>
    <w:uiPriority w:val="9"/>
    <w:rsid w:val="004F6748"/>
    <w:rPr>
      <w:rFonts w:ascii="宋体" w:hAnsi="宋体" w:cs="宋体"/>
      <w:b/>
      <w:bCs/>
      <w:sz w:val="36"/>
      <w:szCs w:val="36"/>
    </w:rPr>
  </w:style>
  <w:style w:type="character" w:customStyle="1" w:styleId="4Char">
    <w:name w:val="标题 4 Char"/>
    <w:link w:val="4"/>
    <w:uiPriority w:val="9"/>
    <w:rsid w:val="004F6748"/>
    <w:rPr>
      <w:rFonts w:ascii="宋体" w:hAnsi="宋体" w:cs="宋体"/>
      <w:b/>
      <w:bCs/>
      <w:sz w:val="24"/>
      <w:szCs w:val="24"/>
    </w:rPr>
  </w:style>
  <w:style w:type="paragraph" w:styleId="ae">
    <w:name w:val="Date"/>
    <w:basedOn w:val="a"/>
    <w:link w:val="Char2"/>
    <w:uiPriority w:val="99"/>
    <w:semiHidden/>
    <w:unhideWhenUsed/>
    <w:rsid w:val="004F674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2">
    <w:name w:val="日期 Char"/>
    <w:link w:val="ae"/>
    <w:uiPriority w:val="99"/>
    <w:semiHidden/>
    <w:rsid w:val="004F6748"/>
    <w:rPr>
      <w:rFonts w:ascii="宋体" w:hAnsi="宋体" w:cs="宋体"/>
      <w:sz w:val="24"/>
      <w:szCs w:val="24"/>
    </w:rPr>
  </w:style>
  <w:style w:type="character" w:customStyle="1" w:styleId="1Char">
    <w:name w:val="标题 1 Char"/>
    <w:link w:val="1"/>
    <w:uiPriority w:val="9"/>
    <w:rsid w:val="00E70450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989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730252">
              <w:marLeft w:val="0"/>
              <w:marRight w:val="0"/>
              <w:marTop w:val="0"/>
              <w:marBottom w:val="0"/>
              <w:divBdr>
                <w:top w:val="single" w:sz="36" w:space="0" w:color="F1F1F3"/>
                <w:left w:val="single" w:sz="36" w:space="0" w:color="F1F1F3"/>
                <w:bottom w:val="single" w:sz="36" w:space="0" w:color="F1F1F3"/>
                <w:right w:val="single" w:sz="36" w:space="0" w:color="F1F1F3"/>
              </w:divBdr>
              <w:divsChild>
                <w:div w:id="35967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9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30877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95191">
              <w:marLeft w:val="0"/>
              <w:marRight w:val="0"/>
              <w:marTop w:val="0"/>
              <w:marBottom w:val="0"/>
              <w:divBdr>
                <w:top w:val="single" w:sz="36" w:space="0" w:color="F1F1F3"/>
                <w:left w:val="single" w:sz="36" w:space="0" w:color="F1F1F3"/>
                <w:bottom w:val="single" w:sz="36" w:space="0" w:color="F1F1F3"/>
                <w:right w:val="single" w:sz="36" w:space="0" w:color="F1F1F3"/>
              </w:divBdr>
              <w:divsChild>
                <w:div w:id="4326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25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8372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hr.faw-vw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r.faw-vw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hr.faw-vw.com/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39044;&#24320;&#21457;\2016&#39044;&#24320;&#21457;\0now\&#26657;&#22253;&#20844;&#21578;\00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002</Template>
  <TotalTime>15</TotalTime>
  <Pages>4</Pages>
  <Words>412</Words>
  <Characters>2355</Characters>
  <Application>Microsoft Office Word</Application>
  <DocSecurity>0</DocSecurity>
  <PresentationFormat/>
  <Lines>19</Lines>
  <Paragraphs>5</Paragraphs>
  <Slides>0</Slides>
  <Notes>0</Notes>
  <HiddenSlides>0</HiddenSlides>
  <MMClips>0</MMClips>
  <ScaleCrop>false</ScaleCrop>
  <Company>MC SYSTEM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FAW-Volkswagen 模板文件</dc:title>
  <dc:creator>FAW-Volkswagen 模板文件</dc:creator>
  <cp:lastModifiedBy>Administrator</cp:lastModifiedBy>
  <cp:revision>17</cp:revision>
  <cp:lastPrinted>2013-07-11T03:49:00Z</cp:lastPrinted>
  <dcterms:created xsi:type="dcterms:W3CDTF">2015-09-07T02:06:00Z</dcterms:created>
  <dcterms:modified xsi:type="dcterms:W3CDTF">2015-10-26T02:31:00Z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